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CC5" w:rsidRPr="00A41B3F" w:rsidRDefault="00504DB6" w:rsidP="00E77AE3">
      <w:pPr>
        <w:rPr>
          <w:color w:val="000000" w:themeColor="text1"/>
        </w:rPr>
      </w:pPr>
      <w:r>
        <w:t xml:space="preserve"> </w:t>
      </w:r>
      <w:r w:rsidR="00B764A2" w:rsidRPr="00A41B3F">
        <w:rPr>
          <w:color w:val="000000" w:themeColor="text1"/>
        </w:rP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EC457F" w:rsidP="00026364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F3333">
              <w:rPr>
                <w:color w:val="000000" w:themeColor="text1"/>
              </w:rPr>
              <w:t>5</w:t>
            </w:r>
            <w:r w:rsidR="00E82A02">
              <w:rPr>
                <w:color w:val="000000" w:themeColor="text1"/>
              </w:rPr>
              <w:t>.</w:t>
            </w:r>
            <w:r w:rsidR="00EA3F5C">
              <w:rPr>
                <w:color w:val="000000" w:themeColor="text1"/>
              </w:rPr>
              <w:t>09</w:t>
            </w:r>
            <w:r w:rsidR="001B25F9" w:rsidRPr="00A41B3F">
              <w:rPr>
                <w:color w:val="000000" w:themeColor="text1"/>
              </w:rPr>
              <w:t>.201</w:t>
            </w:r>
            <w:r>
              <w:rPr>
                <w:color w:val="000000" w:themeColor="text1"/>
              </w:rPr>
              <w:t>9</w:t>
            </w:r>
          </w:p>
        </w:tc>
      </w:tr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D44607" w:rsidP="002638E4">
            <w:pPr>
              <w:rPr>
                <w:color w:val="000000" w:themeColor="text1"/>
              </w:rPr>
            </w:pPr>
          </w:p>
        </w:tc>
      </w:tr>
      <w:tr w:rsidR="00D44607" w:rsidRPr="00A41B3F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A41B3F" w:rsidRDefault="00EA3F5C" w:rsidP="00E020C0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Heledd Williams</w:t>
            </w:r>
          </w:p>
          <w:p w:rsidR="00BD1352" w:rsidRPr="00A41B3F" w:rsidRDefault="00BD1352" w:rsidP="00E020C0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Cyswllt</w:t>
            </w:r>
            <w:proofErr w:type="spellEnd"/>
            <w:r w:rsidRPr="00A41B3F">
              <w:rPr>
                <w:color w:val="000000" w:themeColor="text1"/>
              </w:rPr>
              <w:t xml:space="preserve"> Contact</w:t>
            </w:r>
          </w:p>
          <w:p w:rsidR="00BD1352" w:rsidRPr="00A41B3F" w:rsidRDefault="00BD1352" w:rsidP="00E525E5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Ffôn</w:t>
            </w:r>
            <w:proofErr w:type="spellEnd"/>
            <w:r w:rsidRPr="00A41B3F">
              <w:rPr>
                <w:color w:val="000000" w:themeColor="text1"/>
              </w:rPr>
              <w:t xml:space="preserve"> Phone </w:t>
            </w:r>
            <w:r w:rsidR="00086E25" w:rsidRPr="00A41B3F">
              <w:rPr>
                <w:color w:val="000000" w:themeColor="text1"/>
              </w:rPr>
              <w:t>01286 674 622</w:t>
            </w:r>
          </w:p>
        </w:tc>
      </w:tr>
    </w:tbl>
    <w:p w:rsidR="002F285E" w:rsidRPr="00A41B3F" w:rsidRDefault="002F285E" w:rsidP="009A4045">
      <w:pPr>
        <w:spacing w:after="10"/>
        <w:ind w:left="737"/>
        <w:rPr>
          <w:b/>
          <w:color w:val="000000" w:themeColor="text1"/>
        </w:rPr>
      </w:pPr>
    </w:p>
    <w:tbl>
      <w:tblPr>
        <w:tblW w:w="9889" w:type="dxa"/>
        <w:tblInd w:w="851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9A4045" w:rsidRPr="00A41B3F" w:rsidTr="00DC7B22">
        <w:trPr>
          <w:trHeight w:val="567"/>
        </w:trPr>
        <w:tc>
          <w:tcPr>
            <w:tcW w:w="98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A41B3F" w:rsidRDefault="005238F9" w:rsidP="00026364">
            <w:pPr>
              <w:spacing w:after="10"/>
              <w:ind w:hanging="113"/>
              <w:rPr>
                <w:b/>
                <w:bCs/>
                <w:color w:val="000000" w:themeColor="text1"/>
              </w:rPr>
            </w:pPr>
            <w:proofErr w:type="spellStart"/>
            <w:r w:rsidRPr="00A41B3F">
              <w:rPr>
                <w:b/>
                <w:bCs/>
                <w:color w:val="000000" w:themeColor="text1"/>
              </w:rPr>
              <w:t>Crynodeb</w:t>
            </w:r>
            <w:proofErr w:type="spellEnd"/>
            <w:r w:rsidRPr="00A41B3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a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</w:t>
            </w:r>
            <w:r w:rsidR="00223E2E" w:rsidRPr="00A41B3F">
              <w:rPr>
                <w:b/>
                <w:bCs/>
                <w:color w:val="000000" w:themeColor="text1"/>
              </w:rPr>
              <w:t>W</w:t>
            </w:r>
            <w:r w:rsidR="00EE7FC0">
              <w:rPr>
                <w:b/>
                <w:bCs/>
                <w:color w:val="000000" w:themeColor="text1"/>
              </w:rPr>
              <w:t>1</w:t>
            </w:r>
            <w:r w:rsidR="00555F3F" w:rsidRPr="00A41B3F">
              <w:rPr>
                <w:b/>
                <w:bCs/>
                <w:color w:val="000000" w:themeColor="text1"/>
              </w:rPr>
              <w:t xml:space="preserve"> </w:t>
            </w:r>
            <w:r w:rsidR="00B26297" w:rsidRPr="00A41B3F">
              <w:rPr>
                <w:b/>
                <w:bCs/>
                <w:color w:val="000000" w:themeColor="text1"/>
              </w:rPr>
              <w:t>Summary</w:t>
            </w:r>
            <w:r w:rsidR="00223E2E" w:rsidRPr="00A41B3F">
              <w:rPr>
                <w:b/>
                <w:bCs/>
                <w:color w:val="000000" w:themeColor="text1"/>
              </w:rPr>
              <w:t xml:space="preserve"> </w:t>
            </w:r>
            <w:r w:rsidR="00EC457F">
              <w:rPr>
                <w:b/>
                <w:bCs/>
                <w:color w:val="000000" w:themeColor="text1"/>
              </w:rPr>
              <w:t>7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EC457F">
              <w:rPr>
                <w:bCs/>
                <w:color w:val="000000" w:themeColor="text1"/>
              </w:rPr>
              <w:t>Hydref</w:t>
            </w:r>
            <w:proofErr w:type="spellEnd"/>
            <w:r w:rsidR="00EE7FC0">
              <w:rPr>
                <w:bCs/>
                <w:color w:val="000000" w:themeColor="text1"/>
              </w:rPr>
              <w:t xml:space="preserve"> </w:t>
            </w:r>
            <w:r w:rsidR="00EC457F">
              <w:rPr>
                <w:bCs/>
                <w:color w:val="808080" w:themeColor="background1" w:themeShade="80"/>
              </w:rPr>
              <w:t>October</w:t>
            </w:r>
            <w:r w:rsidR="00EE7FC0">
              <w:rPr>
                <w:bCs/>
                <w:color w:val="000000" w:themeColor="text1"/>
              </w:rPr>
              <w:t xml:space="preserve"> – </w:t>
            </w:r>
            <w:r w:rsidR="00EC457F">
              <w:rPr>
                <w:bCs/>
                <w:color w:val="000000" w:themeColor="text1"/>
              </w:rPr>
              <w:t>11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3E284E">
              <w:rPr>
                <w:bCs/>
                <w:color w:val="000000" w:themeColor="text1"/>
              </w:rPr>
              <w:t>Hydref</w:t>
            </w:r>
            <w:proofErr w:type="spellEnd"/>
            <w:r w:rsidR="0009648A">
              <w:rPr>
                <w:bCs/>
                <w:color w:val="000000" w:themeColor="text1"/>
              </w:rPr>
              <w:t xml:space="preserve"> </w:t>
            </w:r>
            <w:r w:rsidR="003E284E">
              <w:rPr>
                <w:bCs/>
                <w:color w:val="808080" w:themeColor="background1" w:themeShade="80"/>
              </w:rPr>
              <w:t>October</w:t>
            </w:r>
          </w:p>
        </w:tc>
      </w:tr>
    </w:tbl>
    <w:p w:rsidR="00BF566F" w:rsidRPr="00A41B3F" w:rsidRDefault="00BF566F" w:rsidP="00F71AF5">
      <w:pPr>
        <w:ind w:left="737"/>
        <w:rPr>
          <w:rFonts w:cs="Arial"/>
          <w:bCs/>
          <w:color w:val="000000" w:themeColor="text1"/>
          <w:lang w:val="cy-GB"/>
        </w:rPr>
      </w:pPr>
    </w:p>
    <w:p w:rsidR="006010BC" w:rsidRDefault="006010BC" w:rsidP="006010BC">
      <w:pPr>
        <w:autoSpaceDE w:val="0"/>
        <w:autoSpaceDN w:val="0"/>
        <w:adjustRightInd w:val="0"/>
        <w:spacing w:before="100" w:after="100"/>
        <w:ind w:left="720"/>
        <w:jc w:val="both"/>
        <w:rPr>
          <w:rFonts w:cs="Verdana"/>
          <w:lang w:val="cy-GB"/>
        </w:rPr>
      </w:pPr>
      <w:r>
        <w:rPr>
          <w:rFonts w:cs="Verdana"/>
          <w:lang w:val="cy-GB"/>
        </w:rPr>
        <w:t xml:space="preserve">Gydag Aled yn setlo i mewn i'r tŷ gyda Mathew ac Iolo mae'n ymddangos fel nad ydi o mor ddiarth i bawb yn y pentref wedi'r cyfan. Tybed a fydd Wyn yn difaru rhoi swydd iddo? </w:t>
      </w:r>
    </w:p>
    <w:p w:rsidR="006010BC" w:rsidRDefault="006010BC" w:rsidP="006010BC">
      <w:pPr>
        <w:autoSpaceDE w:val="0"/>
        <w:autoSpaceDN w:val="0"/>
        <w:adjustRightInd w:val="0"/>
        <w:spacing w:before="100" w:after="100"/>
        <w:ind w:left="720"/>
        <w:jc w:val="both"/>
        <w:rPr>
          <w:rFonts w:cs="Verdana"/>
          <w:lang w:val="cy-GB"/>
        </w:rPr>
      </w:pPr>
    </w:p>
    <w:p w:rsidR="006010BC" w:rsidRDefault="006010BC" w:rsidP="006010BC">
      <w:pPr>
        <w:autoSpaceDE w:val="0"/>
        <w:autoSpaceDN w:val="0"/>
        <w:adjustRightInd w:val="0"/>
        <w:spacing w:before="100" w:after="100"/>
        <w:ind w:left="720"/>
        <w:jc w:val="both"/>
        <w:rPr>
          <w:rFonts w:cs="Verdana"/>
          <w:lang w:val="cy-GB"/>
        </w:rPr>
      </w:pPr>
      <w:r>
        <w:rPr>
          <w:rFonts w:cs="Verdana"/>
          <w:lang w:val="cy-GB"/>
        </w:rPr>
        <w:t xml:space="preserve">Wrth i Iris boeni am iechyd Arthur, mae hi’n benderfynol ei fod o am fyw bywyd iachach, ond tydi Arthur ddim yn hapus! </w:t>
      </w:r>
    </w:p>
    <w:p w:rsidR="006010BC" w:rsidRDefault="006010BC" w:rsidP="006010BC">
      <w:pPr>
        <w:autoSpaceDE w:val="0"/>
        <w:autoSpaceDN w:val="0"/>
        <w:adjustRightInd w:val="0"/>
        <w:spacing w:before="100" w:after="100"/>
        <w:ind w:left="720"/>
        <w:jc w:val="both"/>
        <w:rPr>
          <w:rFonts w:cs="Verdana"/>
          <w:lang w:val="cy-GB"/>
        </w:rPr>
      </w:pPr>
    </w:p>
    <w:p w:rsidR="006010BC" w:rsidRDefault="006010BC" w:rsidP="006010BC">
      <w:pPr>
        <w:autoSpaceDE w:val="0"/>
        <w:autoSpaceDN w:val="0"/>
        <w:adjustRightInd w:val="0"/>
        <w:spacing w:before="100" w:after="100"/>
        <w:ind w:left="720"/>
        <w:jc w:val="both"/>
        <w:rPr>
          <w:rFonts w:cs="Verdana"/>
          <w:lang w:val="cy-GB"/>
        </w:rPr>
      </w:pPr>
      <w:r>
        <w:rPr>
          <w:rFonts w:cs="Verdana"/>
          <w:lang w:val="cy-GB"/>
        </w:rPr>
        <w:t xml:space="preserve">Mae Sian a John yn poeni am Rhys a’i unigrwydd, ac mae o’n penderfynu cymryd cam mawr ymlaen gyda’i ddyfodol. </w:t>
      </w:r>
    </w:p>
    <w:p w:rsidR="006010BC" w:rsidRDefault="006010BC" w:rsidP="006010BC">
      <w:pPr>
        <w:autoSpaceDE w:val="0"/>
        <w:autoSpaceDN w:val="0"/>
        <w:adjustRightInd w:val="0"/>
        <w:spacing w:before="100" w:after="100"/>
        <w:ind w:left="720"/>
        <w:jc w:val="both"/>
        <w:rPr>
          <w:rFonts w:cs="Verdana"/>
          <w:lang w:val="cy-GB"/>
        </w:rPr>
      </w:pPr>
      <w:bookmarkStart w:id="0" w:name="_GoBack"/>
      <w:bookmarkEnd w:id="0"/>
    </w:p>
    <w:p w:rsidR="006010BC" w:rsidRDefault="006010BC" w:rsidP="006010BC">
      <w:pPr>
        <w:autoSpaceDE w:val="0"/>
        <w:autoSpaceDN w:val="0"/>
        <w:adjustRightInd w:val="0"/>
        <w:spacing w:before="100" w:after="100"/>
        <w:ind w:left="720"/>
        <w:jc w:val="both"/>
        <w:rPr>
          <w:rFonts w:cs="Verdana"/>
          <w:lang w:val="cy-GB"/>
        </w:rPr>
      </w:pPr>
      <w:r>
        <w:rPr>
          <w:rFonts w:cs="Verdana"/>
          <w:lang w:val="cy-GB"/>
        </w:rPr>
        <w:t xml:space="preserve">Gyda Jason bellach yn sengl, mae diddordeb </w:t>
      </w:r>
      <w:proofErr w:type="spellStart"/>
      <w:r>
        <w:rPr>
          <w:rFonts w:cs="Verdana"/>
          <w:lang w:val="cy-GB"/>
        </w:rPr>
        <w:t>Anes</w:t>
      </w:r>
      <w:proofErr w:type="spellEnd"/>
      <w:r>
        <w:rPr>
          <w:rFonts w:cs="Verdana"/>
          <w:lang w:val="cy-GB"/>
        </w:rPr>
        <w:t xml:space="preserve"> </w:t>
      </w:r>
      <w:proofErr w:type="spellStart"/>
      <w:r>
        <w:rPr>
          <w:rFonts w:cs="Verdana"/>
          <w:lang w:val="cy-GB"/>
        </w:rPr>
        <w:t>ynddo’n</w:t>
      </w:r>
      <w:proofErr w:type="spellEnd"/>
      <w:r>
        <w:rPr>
          <w:rFonts w:cs="Verdana"/>
          <w:lang w:val="cy-GB"/>
        </w:rPr>
        <w:t xml:space="preserve"> dod yn amlwg i bawb heblaw Jason.</w:t>
      </w:r>
    </w:p>
    <w:p w:rsidR="006010BC" w:rsidRDefault="006010BC" w:rsidP="006010BC">
      <w:pPr>
        <w:autoSpaceDE w:val="0"/>
        <w:autoSpaceDN w:val="0"/>
        <w:adjustRightInd w:val="0"/>
        <w:spacing w:before="100" w:after="100"/>
        <w:ind w:firstLine="720"/>
        <w:jc w:val="both"/>
        <w:rPr>
          <w:rFonts w:cs="Verdana"/>
          <w:lang w:val="cy-GB"/>
        </w:rPr>
      </w:pPr>
      <w:r>
        <w:rPr>
          <w:rFonts w:cs="Verdana"/>
          <w:lang w:val="cy-GB"/>
        </w:rPr>
        <w:t>Daw’n amlwg fod gan Barry afael tynn ar Aled a’i fod o’n disgwyl help i ddod i roi Wyn yn ei le.</w:t>
      </w:r>
    </w:p>
    <w:p w:rsidR="00EE7FC0" w:rsidRDefault="00EE7FC0" w:rsidP="00EE7FC0">
      <w:pPr>
        <w:rPr>
          <w:rFonts w:cs="Verdana"/>
          <w:lang w:val="cy-GB"/>
        </w:rPr>
      </w:pPr>
    </w:p>
    <w:p w:rsidR="00EC457F" w:rsidRDefault="00EC457F" w:rsidP="00EE7FC0">
      <w:pPr>
        <w:rPr>
          <w:rFonts w:cs="Verdana"/>
          <w:lang w:val="cy-GB"/>
        </w:rPr>
      </w:pPr>
    </w:p>
    <w:p w:rsidR="00A07EB4" w:rsidRPr="00E00294" w:rsidRDefault="00A07EB4" w:rsidP="00BD4B12">
      <w:pPr>
        <w:ind w:firstLine="720"/>
        <w:rPr>
          <w:color w:val="000000" w:themeColor="text1"/>
          <w:lang w:val="cy-GB"/>
        </w:rPr>
      </w:pPr>
      <w:bookmarkStart w:id="1" w:name="cysill"/>
      <w:bookmarkEnd w:id="1"/>
      <w:r w:rsidRPr="00E00294">
        <w:rPr>
          <w:rFonts w:cs="Arial"/>
          <w:b/>
          <w:bCs/>
          <w:color w:val="000000" w:themeColor="text1"/>
          <w:lang w:val="cy-GB"/>
        </w:rPr>
        <w:t>Rownd a Rownd</w:t>
      </w:r>
    </w:p>
    <w:p w:rsidR="00A07EB4" w:rsidRPr="00E00294" w:rsidRDefault="009F0FB5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Mawrth</w:t>
      </w:r>
      <w:r w:rsidR="00F1321D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421F92" w:rsidRPr="00E00294">
        <w:rPr>
          <w:rFonts w:cs="Arial"/>
          <w:b/>
          <w:bCs/>
          <w:color w:val="000000" w:themeColor="text1"/>
          <w:lang w:val="cy-GB"/>
        </w:rPr>
        <w:t xml:space="preserve">a </w:t>
      </w:r>
      <w:r w:rsidR="00FA33A6" w:rsidRPr="00E00294">
        <w:rPr>
          <w:rFonts w:cs="Arial"/>
          <w:b/>
          <w:bCs/>
          <w:color w:val="000000" w:themeColor="text1"/>
          <w:lang w:val="cy-GB"/>
        </w:rPr>
        <w:t>Iau</w:t>
      </w:r>
      <w:r w:rsidR="008453CA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B41E02" w:rsidRPr="00E00294">
        <w:rPr>
          <w:rFonts w:cs="Arial"/>
          <w:b/>
          <w:bCs/>
          <w:color w:val="000000" w:themeColor="text1"/>
          <w:lang w:val="cy-GB"/>
        </w:rPr>
        <w:t>6</w:t>
      </w:r>
      <w:r w:rsidR="00F1321D" w:rsidRPr="00E00294">
        <w:rPr>
          <w:rFonts w:cs="Arial"/>
          <w:b/>
          <w:bCs/>
          <w:color w:val="000000" w:themeColor="text1"/>
          <w:lang w:val="cy-GB"/>
        </w:rPr>
        <w:t>.</w:t>
      </w:r>
      <w:r w:rsidR="00A27F1E" w:rsidRPr="00E00294">
        <w:rPr>
          <w:rFonts w:cs="Arial"/>
          <w:b/>
          <w:bCs/>
          <w:color w:val="000000" w:themeColor="text1"/>
          <w:lang w:val="cy-GB"/>
        </w:rPr>
        <w:t>3</w:t>
      </w:r>
      <w:r w:rsidR="007167A6" w:rsidRPr="00E00294">
        <w:rPr>
          <w:rFonts w:cs="Arial"/>
          <w:b/>
          <w:bCs/>
          <w:color w:val="000000" w:themeColor="text1"/>
          <w:lang w:val="cy-GB"/>
        </w:rPr>
        <w:t>0</w:t>
      </w:r>
      <w:r w:rsidR="00F1321D" w:rsidRPr="00E00294">
        <w:rPr>
          <w:rFonts w:cs="Arial"/>
          <w:b/>
          <w:bCs/>
          <w:color w:val="000000" w:themeColor="text1"/>
          <w:lang w:val="cy-GB"/>
        </w:rPr>
        <w:t>, S4C</w:t>
      </w:r>
    </w:p>
    <w:p w:rsidR="00A07EB4" w:rsidRPr="00E00294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 xml:space="preserve">Isdeitlau Cymraeg a </w:t>
      </w:r>
      <w:r w:rsidR="00006DEC" w:rsidRPr="00E00294">
        <w:rPr>
          <w:rFonts w:cs="Arial"/>
          <w:b/>
          <w:bCs/>
          <w:color w:val="000000" w:themeColor="text1"/>
          <w:lang w:val="cy-GB"/>
        </w:rPr>
        <w:t>Saesneg</w:t>
      </w:r>
    </w:p>
    <w:p w:rsidR="00E92D41" w:rsidRPr="00E00294" w:rsidRDefault="00006DEC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Omnibws</w:t>
      </w:r>
      <w:r w:rsidR="00EA4691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132DFB" w:rsidRPr="00E00294">
        <w:rPr>
          <w:rFonts w:cs="Arial"/>
          <w:b/>
          <w:bCs/>
          <w:color w:val="000000" w:themeColor="text1"/>
          <w:lang w:val="cy-GB"/>
        </w:rPr>
        <w:t>dydd Sul</w:t>
      </w:r>
      <w:r w:rsidR="00EA4691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Pr="00E00294">
        <w:rPr>
          <w:rFonts w:cs="Arial"/>
          <w:b/>
          <w:bCs/>
          <w:color w:val="000000" w:themeColor="text1"/>
          <w:lang w:val="cy-GB"/>
        </w:rPr>
        <w:t>gydag isdeitlau Saesneg ar y sgrin</w:t>
      </w:r>
      <w:r w:rsidR="007D432C" w:rsidRPr="00E00294">
        <w:rPr>
          <w:rFonts w:cs="Arial"/>
          <w:b/>
          <w:bCs/>
          <w:color w:val="000000" w:themeColor="text1"/>
          <w:lang w:val="cy-GB"/>
        </w:rPr>
        <w:t xml:space="preserve"> </w:t>
      </w:r>
    </w:p>
    <w:p w:rsidR="00E525E5" w:rsidRPr="00E00294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  <w:lang w:val="cy-GB"/>
        </w:rPr>
      </w:pPr>
      <w:r w:rsidRPr="00E00294">
        <w:rPr>
          <w:rFonts w:cs="Verdana"/>
          <w:b/>
          <w:color w:val="000000" w:themeColor="text1"/>
          <w:lang w:val="cy-GB"/>
        </w:rPr>
        <w:t xml:space="preserve">Ar alw: </w:t>
      </w:r>
      <w:r w:rsidR="002A5899" w:rsidRPr="00E00294">
        <w:rPr>
          <w:rFonts w:cs="Verdana"/>
          <w:b/>
          <w:color w:val="000000" w:themeColor="text1"/>
          <w:lang w:val="cy-GB"/>
        </w:rPr>
        <w:t>S4C Clic</w:t>
      </w:r>
      <w:r w:rsidRPr="00E00294">
        <w:rPr>
          <w:rFonts w:cs="Verdana"/>
          <w:b/>
          <w:color w:val="000000" w:themeColor="text1"/>
          <w:lang w:val="cy-GB"/>
        </w:rPr>
        <w:t xml:space="preserve">; BBC </w:t>
      </w:r>
      <w:proofErr w:type="spellStart"/>
      <w:r w:rsidRPr="00E00294">
        <w:rPr>
          <w:rFonts w:cs="Verdana"/>
          <w:b/>
          <w:color w:val="000000" w:themeColor="text1"/>
          <w:lang w:val="cy-GB"/>
        </w:rPr>
        <w:t>iPlayer</w:t>
      </w:r>
      <w:proofErr w:type="spellEnd"/>
      <w:r w:rsidRPr="00E00294">
        <w:rPr>
          <w:rFonts w:cs="Verdana"/>
          <w:b/>
          <w:color w:val="000000" w:themeColor="text1"/>
          <w:lang w:val="cy-GB"/>
        </w:rPr>
        <w:t xml:space="preserve"> a llwyfannau eraill</w:t>
      </w:r>
    </w:p>
    <w:p w:rsidR="00A07EB4" w:rsidRPr="00E00294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Cynhyrchiad Rondo</w:t>
      </w:r>
      <w:r w:rsidR="006F0EAC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proofErr w:type="spellStart"/>
      <w:r w:rsidR="006F0EAC" w:rsidRPr="00E00294">
        <w:rPr>
          <w:rFonts w:cs="Arial"/>
          <w:b/>
          <w:bCs/>
          <w:color w:val="000000" w:themeColor="text1"/>
          <w:lang w:val="cy-GB"/>
        </w:rPr>
        <w:t>Media</w:t>
      </w:r>
      <w:proofErr w:type="spellEnd"/>
      <w:r w:rsidRPr="00E00294">
        <w:rPr>
          <w:rFonts w:cs="Arial"/>
          <w:b/>
          <w:bCs/>
          <w:color w:val="000000" w:themeColor="text1"/>
          <w:lang w:val="cy-GB"/>
        </w:rPr>
        <w:t xml:space="preserve"> ar gyfer S4C</w:t>
      </w:r>
    </w:p>
    <w:p w:rsidR="001F5A18" w:rsidRPr="00A41B3F" w:rsidRDefault="001F5A18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</w:p>
    <w:p w:rsidR="00EE7FC0" w:rsidRDefault="00EE7FC0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</w:p>
    <w:p w:rsidR="008429AA" w:rsidRDefault="008429AA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</w:p>
    <w:p w:rsidR="00EA4AC2" w:rsidRDefault="00EC457F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  <w:r>
        <w:rPr>
          <w:rFonts w:cs="Verdana"/>
          <w:iCs/>
        </w:rPr>
        <w:t>With Aled settling into the house with Mathew and Iolo it seems that he’s not as much of a stranger to people in the village after all. Will Wyn regret giving him a job?</w:t>
      </w:r>
    </w:p>
    <w:p w:rsidR="00EC457F" w:rsidRDefault="00EC457F" w:rsidP="00AF3333">
      <w:pPr>
        <w:autoSpaceDE w:val="0"/>
        <w:autoSpaceDN w:val="0"/>
        <w:adjustRightInd w:val="0"/>
        <w:rPr>
          <w:rFonts w:cs="Verdana"/>
          <w:iCs/>
        </w:rPr>
      </w:pPr>
    </w:p>
    <w:p w:rsidR="00EC457F" w:rsidRDefault="00EC457F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  <w:r>
        <w:rPr>
          <w:rFonts w:cs="Verdana"/>
          <w:iCs/>
        </w:rPr>
        <w:t>As Iris worries about Arthur’s health, she is determined that he’s to lead a healthier lifestyle, but Arthur isn’t happy!</w:t>
      </w:r>
    </w:p>
    <w:p w:rsidR="00EC457F" w:rsidRDefault="00EC457F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</w:p>
    <w:p w:rsidR="00EC457F" w:rsidRDefault="00EC457F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  <w:r>
        <w:rPr>
          <w:rFonts w:cs="Verdana"/>
          <w:iCs/>
        </w:rPr>
        <w:t>Sian and John are increasingly worried about Rhys’</w:t>
      </w:r>
      <w:r w:rsidR="00B40FB6">
        <w:rPr>
          <w:rFonts w:cs="Verdana"/>
          <w:iCs/>
        </w:rPr>
        <w:t>s</w:t>
      </w:r>
      <w:r>
        <w:rPr>
          <w:rFonts w:cs="Verdana"/>
          <w:iCs/>
        </w:rPr>
        <w:t xml:space="preserve"> loneliness, and he decides to take a big step forward with his future. </w:t>
      </w:r>
    </w:p>
    <w:p w:rsidR="00AF3333" w:rsidRDefault="00AF3333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</w:p>
    <w:p w:rsidR="00AF3333" w:rsidRDefault="00AF3333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  <w:proofErr w:type="spellStart"/>
      <w:r>
        <w:rPr>
          <w:rFonts w:cs="Verdana"/>
          <w:iCs/>
        </w:rPr>
        <w:t>Anes’s</w:t>
      </w:r>
      <w:proofErr w:type="spellEnd"/>
      <w:r>
        <w:rPr>
          <w:rFonts w:cs="Verdana"/>
          <w:iCs/>
        </w:rPr>
        <w:t xml:space="preserve"> interest in the newly single Jason becomes clear to everyone except Jason.</w:t>
      </w:r>
    </w:p>
    <w:p w:rsidR="00AF3333" w:rsidRDefault="00AF3333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</w:p>
    <w:p w:rsidR="00AF3333" w:rsidRDefault="00AF3333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  <w:r>
        <w:rPr>
          <w:rFonts w:cs="Verdana"/>
          <w:iCs/>
        </w:rPr>
        <w:t>It becomes obvious that Barry has a hold on Aled and that he expects help to bring Wyn down a peg or two.</w:t>
      </w:r>
    </w:p>
    <w:p w:rsidR="00EC457F" w:rsidRDefault="00EC457F" w:rsidP="00AF3333">
      <w:pPr>
        <w:autoSpaceDE w:val="0"/>
        <w:autoSpaceDN w:val="0"/>
        <w:adjustRightInd w:val="0"/>
        <w:rPr>
          <w:rFonts w:cs="Verdana"/>
          <w:iCs/>
        </w:rPr>
      </w:pPr>
    </w:p>
    <w:p w:rsidR="00EC457F" w:rsidRDefault="00EC457F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</w:p>
    <w:p w:rsidR="00EC457F" w:rsidRPr="00AE08CC" w:rsidRDefault="00EC457F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</w:p>
    <w:p w:rsidR="00A07EB4" w:rsidRPr="00A41B3F" w:rsidRDefault="000E1163" w:rsidP="00D3742B">
      <w:pPr>
        <w:autoSpaceDE w:val="0"/>
        <w:autoSpaceDN w:val="0"/>
        <w:adjustRightInd w:val="0"/>
        <w:ind w:firstLine="720"/>
        <w:rPr>
          <w:b/>
          <w:bCs/>
          <w:color w:val="000000" w:themeColor="text1"/>
        </w:rPr>
      </w:pPr>
      <w:proofErr w:type="spellStart"/>
      <w:r w:rsidRPr="00A41B3F">
        <w:rPr>
          <w:b/>
          <w:bCs/>
          <w:color w:val="000000" w:themeColor="text1"/>
        </w:rPr>
        <w:t>Ro</w:t>
      </w:r>
      <w:r w:rsidR="00A07EB4" w:rsidRPr="00A41B3F">
        <w:rPr>
          <w:b/>
          <w:bCs/>
          <w:color w:val="000000" w:themeColor="text1"/>
        </w:rPr>
        <w:t>wnd</w:t>
      </w:r>
      <w:proofErr w:type="spellEnd"/>
      <w:r w:rsidR="00A07EB4" w:rsidRPr="00A41B3F">
        <w:rPr>
          <w:b/>
          <w:bCs/>
          <w:color w:val="000000" w:themeColor="text1"/>
        </w:rPr>
        <w:t xml:space="preserve"> a </w:t>
      </w:r>
      <w:proofErr w:type="spellStart"/>
      <w:r w:rsidR="00A07EB4" w:rsidRPr="00A41B3F">
        <w:rPr>
          <w:b/>
          <w:bCs/>
          <w:color w:val="000000" w:themeColor="text1"/>
        </w:rPr>
        <w:t>Rownd</w:t>
      </w:r>
      <w:proofErr w:type="spellEnd"/>
    </w:p>
    <w:p w:rsidR="00B70425" w:rsidRPr="00A41B3F" w:rsidRDefault="009F0FB5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Tuesda</w:t>
      </w:r>
      <w:r w:rsidR="006F6FC8" w:rsidRPr="00A41B3F">
        <w:rPr>
          <w:b/>
          <w:bCs/>
          <w:color w:val="000000" w:themeColor="text1"/>
        </w:rPr>
        <w:t>y</w:t>
      </w:r>
      <w:r w:rsidR="00F1321D" w:rsidRPr="00A41B3F">
        <w:rPr>
          <w:b/>
          <w:bCs/>
          <w:color w:val="000000" w:themeColor="text1"/>
        </w:rPr>
        <w:t xml:space="preserve"> and </w:t>
      </w:r>
      <w:r w:rsidR="00FA33A6" w:rsidRPr="00A41B3F">
        <w:rPr>
          <w:b/>
          <w:bCs/>
          <w:color w:val="000000" w:themeColor="text1"/>
        </w:rPr>
        <w:t>Thursday</w:t>
      </w:r>
      <w:r w:rsidR="007167A6" w:rsidRPr="00A41B3F">
        <w:rPr>
          <w:b/>
          <w:bCs/>
          <w:color w:val="000000" w:themeColor="text1"/>
        </w:rPr>
        <w:t xml:space="preserve"> </w:t>
      </w:r>
      <w:r w:rsidR="00B41E02" w:rsidRPr="00A41B3F">
        <w:rPr>
          <w:b/>
          <w:bCs/>
          <w:color w:val="000000" w:themeColor="text1"/>
        </w:rPr>
        <w:t>6</w:t>
      </w:r>
      <w:r w:rsidR="007167A6" w:rsidRPr="00A41B3F">
        <w:rPr>
          <w:b/>
          <w:bCs/>
          <w:color w:val="000000" w:themeColor="text1"/>
        </w:rPr>
        <w:t>.</w:t>
      </w:r>
      <w:r w:rsidR="00A27F1E" w:rsidRPr="00A41B3F">
        <w:rPr>
          <w:b/>
          <w:bCs/>
          <w:color w:val="000000" w:themeColor="text1"/>
        </w:rPr>
        <w:t>3</w:t>
      </w:r>
      <w:r w:rsidR="00006DEC" w:rsidRPr="00A41B3F">
        <w:rPr>
          <w:b/>
          <w:bCs/>
          <w:color w:val="000000" w:themeColor="text1"/>
        </w:rPr>
        <w:t>0</w:t>
      </w:r>
      <w:r w:rsidR="00F1321D" w:rsidRPr="00A41B3F">
        <w:rPr>
          <w:b/>
          <w:bCs/>
          <w:color w:val="000000" w:themeColor="text1"/>
        </w:rPr>
        <w:t>, S4C</w:t>
      </w:r>
    </w:p>
    <w:p w:rsidR="00A07EB4" w:rsidRPr="00A41B3F" w:rsidRDefault="00A07EB4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English and Welsh subtitles</w:t>
      </w:r>
    </w:p>
    <w:p w:rsidR="00A07EB4" w:rsidRPr="00A41B3F" w:rsidRDefault="00006DEC" w:rsidP="00E525E5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Omnibus </w:t>
      </w:r>
      <w:r w:rsidR="00B16301" w:rsidRPr="00A41B3F">
        <w:rPr>
          <w:b/>
          <w:bCs/>
          <w:color w:val="000000" w:themeColor="text1"/>
        </w:rPr>
        <w:t xml:space="preserve">on </w:t>
      </w:r>
      <w:r w:rsidR="00132DFB" w:rsidRPr="00A41B3F">
        <w:rPr>
          <w:b/>
          <w:bCs/>
          <w:color w:val="000000" w:themeColor="text1"/>
        </w:rPr>
        <w:t>Sunday</w:t>
      </w:r>
      <w:r w:rsidR="00DB7BD0" w:rsidRPr="00A41B3F">
        <w:rPr>
          <w:b/>
          <w:bCs/>
          <w:color w:val="000000" w:themeColor="text1"/>
        </w:rPr>
        <w:t xml:space="preserve">, </w:t>
      </w:r>
      <w:r w:rsidR="00F228E4" w:rsidRPr="00A41B3F">
        <w:rPr>
          <w:b/>
          <w:bCs/>
          <w:color w:val="000000" w:themeColor="text1"/>
        </w:rPr>
        <w:t xml:space="preserve">with </w:t>
      </w:r>
      <w:r w:rsidR="00E525E5" w:rsidRPr="00A41B3F">
        <w:rPr>
          <w:b/>
          <w:bCs/>
          <w:color w:val="000000" w:themeColor="text1"/>
        </w:rPr>
        <w:t>on-screen English subtitles</w:t>
      </w:r>
    </w:p>
    <w:p w:rsidR="00E525E5" w:rsidRPr="00A41B3F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</w:rPr>
      </w:pPr>
      <w:r w:rsidRPr="00A41B3F">
        <w:rPr>
          <w:rFonts w:cs="Verdana"/>
          <w:b/>
          <w:color w:val="000000" w:themeColor="text1"/>
        </w:rPr>
        <w:t xml:space="preserve">On demand: </w:t>
      </w:r>
      <w:r w:rsidR="002A5899" w:rsidRPr="00A41B3F">
        <w:rPr>
          <w:rFonts w:cs="Verdana"/>
          <w:b/>
          <w:color w:val="000000" w:themeColor="text1"/>
        </w:rPr>
        <w:t xml:space="preserve">S4C </w:t>
      </w:r>
      <w:proofErr w:type="spellStart"/>
      <w:r w:rsidR="002A5899" w:rsidRPr="00A41B3F">
        <w:rPr>
          <w:rFonts w:cs="Verdana"/>
          <w:b/>
          <w:color w:val="000000" w:themeColor="text1"/>
        </w:rPr>
        <w:t>Clic</w:t>
      </w:r>
      <w:proofErr w:type="spellEnd"/>
      <w:r w:rsidRPr="00A41B3F">
        <w:rPr>
          <w:rFonts w:cs="Verdana"/>
          <w:b/>
          <w:color w:val="000000" w:themeColor="text1"/>
        </w:rPr>
        <w:t>; BBC iPlayer and other platforms</w:t>
      </w:r>
    </w:p>
    <w:p w:rsidR="00C3524C" w:rsidRPr="00A41B3F" w:rsidRDefault="00A07EB4" w:rsidP="0041748F">
      <w:pPr>
        <w:ind w:firstLine="720"/>
        <w:rPr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A Rondo </w:t>
      </w:r>
      <w:r w:rsidR="006F0EAC" w:rsidRPr="00A41B3F">
        <w:rPr>
          <w:b/>
          <w:bCs/>
          <w:color w:val="000000" w:themeColor="text1"/>
        </w:rPr>
        <w:t xml:space="preserve">Media </w:t>
      </w:r>
      <w:r w:rsidRPr="00A41B3F">
        <w:rPr>
          <w:b/>
          <w:bCs/>
          <w:color w:val="000000" w:themeColor="text1"/>
        </w:rPr>
        <w:t>production for S4C</w:t>
      </w:r>
    </w:p>
    <w:sectPr w:rsidR="00C3524C" w:rsidRPr="00A41B3F" w:rsidSect="006226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9F9" w:rsidRDefault="008509F9" w:rsidP="006A0804">
      <w:r>
        <w:separator/>
      </w:r>
    </w:p>
  </w:endnote>
  <w:endnote w:type="continuationSeparator" w:id="0">
    <w:p w:rsidR="008509F9" w:rsidRDefault="008509F9" w:rsidP="006A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9F9" w:rsidRDefault="008509F9" w:rsidP="006A0804">
      <w:r>
        <w:separator/>
      </w:r>
    </w:p>
  </w:footnote>
  <w:footnote w:type="continuationSeparator" w:id="0">
    <w:p w:rsidR="008509F9" w:rsidRDefault="008509F9" w:rsidP="006A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69020D">
    <w:pPr>
      <w:pStyle w:val="Header"/>
    </w:pPr>
    <w:r>
      <w:rPr>
        <w:noProof/>
      </w:rPr>
      <w:drawing>
        <wp:inline distT="0" distB="0" distL="0" distR="0">
          <wp:extent cx="838200" cy="704850"/>
          <wp:effectExtent l="0" t="0" r="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73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D6"/>
    <w:rsid w:val="000012B9"/>
    <w:rsid w:val="000059DA"/>
    <w:rsid w:val="00006DEC"/>
    <w:rsid w:val="00007376"/>
    <w:rsid w:val="00007E08"/>
    <w:rsid w:val="000104F5"/>
    <w:rsid w:val="000116CE"/>
    <w:rsid w:val="0001251F"/>
    <w:rsid w:val="00012667"/>
    <w:rsid w:val="00016A43"/>
    <w:rsid w:val="000171CD"/>
    <w:rsid w:val="00020899"/>
    <w:rsid w:val="000215D5"/>
    <w:rsid w:val="00022B85"/>
    <w:rsid w:val="00026364"/>
    <w:rsid w:val="0003054D"/>
    <w:rsid w:val="000308BB"/>
    <w:rsid w:val="00032443"/>
    <w:rsid w:val="0003418E"/>
    <w:rsid w:val="00035E5E"/>
    <w:rsid w:val="000369D9"/>
    <w:rsid w:val="00037018"/>
    <w:rsid w:val="00040614"/>
    <w:rsid w:val="00041DAF"/>
    <w:rsid w:val="0004261F"/>
    <w:rsid w:val="00043903"/>
    <w:rsid w:val="00044DA2"/>
    <w:rsid w:val="00046C5E"/>
    <w:rsid w:val="00047E2B"/>
    <w:rsid w:val="00047E2D"/>
    <w:rsid w:val="00050413"/>
    <w:rsid w:val="00050448"/>
    <w:rsid w:val="00050FDA"/>
    <w:rsid w:val="00051283"/>
    <w:rsid w:val="00053D85"/>
    <w:rsid w:val="0005494B"/>
    <w:rsid w:val="0005562B"/>
    <w:rsid w:val="0005585A"/>
    <w:rsid w:val="0005693A"/>
    <w:rsid w:val="000569C5"/>
    <w:rsid w:val="000571F9"/>
    <w:rsid w:val="00060253"/>
    <w:rsid w:val="000604EE"/>
    <w:rsid w:val="0006281F"/>
    <w:rsid w:val="00063F74"/>
    <w:rsid w:val="000664DE"/>
    <w:rsid w:val="00071B00"/>
    <w:rsid w:val="00072253"/>
    <w:rsid w:val="00073F88"/>
    <w:rsid w:val="000779C2"/>
    <w:rsid w:val="00080E28"/>
    <w:rsid w:val="00082BF3"/>
    <w:rsid w:val="00083A21"/>
    <w:rsid w:val="00083EA2"/>
    <w:rsid w:val="00084692"/>
    <w:rsid w:val="00084E64"/>
    <w:rsid w:val="00085011"/>
    <w:rsid w:val="0008677A"/>
    <w:rsid w:val="000869EB"/>
    <w:rsid w:val="00086D3A"/>
    <w:rsid w:val="00086E25"/>
    <w:rsid w:val="000902BB"/>
    <w:rsid w:val="0009176F"/>
    <w:rsid w:val="00091FDB"/>
    <w:rsid w:val="00093480"/>
    <w:rsid w:val="00093DD1"/>
    <w:rsid w:val="000942F5"/>
    <w:rsid w:val="00094ACB"/>
    <w:rsid w:val="00095BB0"/>
    <w:rsid w:val="0009648A"/>
    <w:rsid w:val="00096CDF"/>
    <w:rsid w:val="00096FE7"/>
    <w:rsid w:val="000A119A"/>
    <w:rsid w:val="000A2D53"/>
    <w:rsid w:val="000A4488"/>
    <w:rsid w:val="000A4AA5"/>
    <w:rsid w:val="000A726F"/>
    <w:rsid w:val="000B11BA"/>
    <w:rsid w:val="000B11E6"/>
    <w:rsid w:val="000B242E"/>
    <w:rsid w:val="000B443F"/>
    <w:rsid w:val="000B4E64"/>
    <w:rsid w:val="000B6623"/>
    <w:rsid w:val="000C3644"/>
    <w:rsid w:val="000C6075"/>
    <w:rsid w:val="000C6F37"/>
    <w:rsid w:val="000C79B3"/>
    <w:rsid w:val="000D1DD9"/>
    <w:rsid w:val="000D1F6A"/>
    <w:rsid w:val="000D34D8"/>
    <w:rsid w:val="000E1163"/>
    <w:rsid w:val="000E5A9E"/>
    <w:rsid w:val="000E746D"/>
    <w:rsid w:val="000F06AB"/>
    <w:rsid w:val="000F0ACE"/>
    <w:rsid w:val="000F2129"/>
    <w:rsid w:val="000F313D"/>
    <w:rsid w:val="000F3D95"/>
    <w:rsid w:val="000F44FD"/>
    <w:rsid w:val="000F7A8E"/>
    <w:rsid w:val="00100450"/>
    <w:rsid w:val="00100B61"/>
    <w:rsid w:val="001018D4"/>
    <w:rsid w:val="00101BD5"/>
    <w:rsid w:val="00105176"/>
    <w:rsid w:val="00107395"/>
    <w:rsid w:val="00110816"/>
    <w:rsid w:val="0011110E"/>
    <w:rsid w:val="0011217D"/>
    <w:rsid w:val="00113459"/>
    <w:rsid w:val="001145E7"/>
    <w:rsid w:val="00115A10"/>
    <w:rsid w:val="00115D7B"/>
    <w:rsid w:val="00116082"/>
    <w:rsid w:val="001164DD"/>
    <w:rsid w:val="001204C4"/>
    <w:rsid w:val="00122446"/>
    <w:rsid w:val="00124CB2"/>
    <w:rsid w:val="00126A1A"/>
    <w:rsid w:val="00126B28"/>
    <w:rsid w:val="00127DB6"/>
    <w:rsid w:val="001304B9"/>
    <w:rsid w:val="001320AB"/>
    <w:rsid w:val="00132DFB"/>
    <w:rsid w:val="00134FBC"/>
    <w:rsid w:val="00136077"/>
    <w:rsid w:val="00136381"/>
    <w:rsid w:val="0014139E"/>
    <w:rsid w:val="00146CC5"/>
    <w:rsid w:val="00147C25"/>
    <w:rsid w:val="0015070E"/>
    <w:rsid w:val="00161C93"/>
    <w:rsid w:val="00161D0F"/>
    <w:rsid w:val="001650EA"/>
    <w:rsid w:val="00166129"/>
    <w:rsid w:val="00166468"/>
    <w:rsid w:val="00174698"/>
    <w:rsid w:val="00175069"/>
    <w:rsid w:val="00176BF4"/>
    <w:rsid w:val="001810B1"/>
    <w:rsid w:val="0018237A"/>
    <w:rsid w:val="00183890"/>
    <w:rsid w:val="001843CC"/>
    <w:rsid w:val="00184714"/>
    <w:rsid w:val="00186133"/>
    <w:rsid w:val="00191EB3"/>
    <w:rsid w:val="001924C2"/>
    <w:rsid w:val="0019300C"/>
    <w:rsid w:val="00196F2C"/>
    <w:rsid w:val="001974D1"/>
    <w:rsid w:val="001A049C"/>
    <w:rsid w:val="001A07BB"/>
    <w:rsid w:val="001A1BC4"/>
    <w:rsid w:val="001A24C3"/>
    <w:rsid w:val="001A321A"/>
    <w:rsid w:val="001A35B9"/>
    <w:rsid w:val="001A498D"/>
    <w:rsid w:val="001A5733"/>
    <w:rsid w:val="001A640F"/>
    <w:rsid w:val="001A6E67"/>
    <w:rsid w:val="001A7403"/>
    <w:rsid w:val="001B0535"/>
    <w:rsid w:val="001B20E2"/>
    <w:rsid w:val="001B25F9"/>
    <w:rsid w:val="001B2AA1"/>
    <w:rsid w:val="001B3BE0"/>
    <w:rsid w:val="001B489A"/>
    <w:rsid w:val="001B5FAD"/>
    <w:rsid w:val="001B6F35"/>
    <w:rsid w:val="001C0C36"/>
    <w:rsid w:val="001C1D92"/>
    <w:rsid w:val="001C30F4"/>
    <w:rsid w:val="001C342D"/>
    <w:rsid w:val="001D1117"/>
    <w:rsid w:val="001D3AE2"/>
    <w:rsid w:val="001D5058"/>
    <w:rsid w:val="001D6295"/>
    <w:rsid w:val="001D62F3"/>
    <w:rsid w:val="001E0305"/>
    <w:rsid w:val="001E092A"/>
    <w:rsid w:val="001E40A0"/>
    <w:rsid w:val="001E58DB"/>
    <w:rsid w:val="001E5959"/>
    <w:rsid w:val="001E5D53"/>
    <w:rsid w:val="001E7376"/>
    <w:rsid w:val="001F21A9"/>
    <w:rsid w:val="001F2454"/>
    <w:rsid w:val="001F45FE"/>
    <w:rsid w:val="001F5A18"/>
    <w:rsid w:val="001F629B"/>
    <w:rsid w:val="00200C1D"/>
    <w:rsid w:val="00200F5F"/>
    <w:rsid w:val="0020194B"/>
    <w:rsid w:val="002023BD"/>
    <w:rsid w:val="002035B2"/>
    <w:rsid w:val="002044C4"/>
    <w:rsid w:val="0021393C"/>
    <w:rsid w:val="0021440C"/>
    <w:rsid w:val="00214798"/>
    <w:rsid w:val="00215F02"/>
    <w:rsid w:val="00221FFB"/>
    <w:rsid w:val="0022259E"/>
    <w:rsid w:val="00223E2E"/>
    <w:rsid w:val="00225F6F"/>
    <w:rsid w:val="002269AC"/>
    <w:rsid w:val="00231B06"/>
    <w:rsid w:val="002354E7"/>
    <w:rsid w:val="00235A0F"/>
    <w:rsid w:val="002361FF"/>
    <w:rsid w:val="00236A2A"/>
    <w:rsid w:val="0023718E"/>
    <w:rsid w:val="002406DF"/>
    <w:rsid w:val="00242FE6"/>
    <w:rsid w:val="00244931"/>
    <w:rsid w:val="00244B89"/>
    <w:rsid w:val="00244D2A"/>
    <w:rsid w:val="00244D8A"/>
    <w:rsid w:val="002475AC"/>
    <w:rsid w:val="002478DA"/>
    <w:rsid w:val="00250669"/>
    <w:rsid w:val="002519F8"/>
    <w:rsid w:val="00251BCD"/>
    <w:rsid w:val="00254505"/>
    <w:rsid w:val="00262AD1"/>
    <w:rsid w:val="00262FBF"/>
    <w:rsid w:val="002638E4"/>
    <w:rsid w:val="00263ED3"/>
    <w:rsid w:val="002656AD"/>
    <w:rsid w:val="00265F76"/>
    <w:rsid w:val="00266F4B"/>
    <w:rsid w:val="002705F1"/>
    <w:rsid w:val="00270638"/>
    <w:rsid w:val="002718B1"/>
    <w:rsid w:val="00273D42"/>
    <w:rsid w:val="00274D47"/>
    <w:rsid w:val="00275C15"/>
    <w:rsid w:val="0027638D"/>
    <w:rsid w:val="002771C7"/>
    <w:rsid w:val="002804F2"/>
    <w:rsid w:val="00280B01"/>
    <w:rsid w:val="0028201A"/>
    <w:rsid w:val="0028286C"/>
    <w:rsid w:val="00283300"/>
    <w:rsid w:val="002841BD"/>
    <w:rsid w:val="002843C0"/>
    <w:rsid w:val="002876F8"/>
    <w:rsid w:val="00291448"/>
    <w:rsid w:val="0029386D"/>
    <w:rsid w:val="0029605B"/>
    <w:rsid w:val="00297F06"/>
    <w:rsid w:val="002A08D8"/>
    <w:rsid w:val="002A1184"/>
    <w:rsid w:val="002A140F"/>
    <w:rsid w:val="002A3CEC"/>
    <w:rsid w:val="002A43CB"/>
    <w:rsid w:val="002A51B4"/>
    <w:rsid w:val="002A5899"/>
    <w:rsid w:val="002A6524"/>
    <w:rsid w:val="002A6546"/>
    <w:rsid w:val="002A69F1"/>
    <w:rsid w:val="002B16A8"/>
    <w:rsid w:val="002B3901"/>
    <w:rsid w:val="002B3C95"/>
    <w:rsid w:val="002B70BC"/>
    <w:rsid w:val="002B7E1F"/>
    <w:rsid w:val="002C5DF9"/>
    <w:rsid w:val="002C6F3F"/>
    <w:rsid w:val="002D0A81"/>
    <w:rsid w:val="002D1358"/>
    <w:rsid w:val="002D25F0"/>
    <w:rsid w:val="002D38A6"/>
    <w:rsid w:val="002D3F3F"/>
    <w:rsid w:val="002D41AC"/>
    <w:rsid w:val="002D6232"/>
    <w:rsid w:val="002D6511"/>
    <w:rsid w:val="002E16ED"/>
    <w:rsid w:val="002E33BF"/>
    <w:rsid w:val="002E413B"/>
    <w:rsid w:val="002E4557"/>
    <w:rsid w:val="002E5C50"/>
    <w:rsid w:val="002E7375"/>
    <w:rsid w:val="002F0EAD"/>
    <w:rsid w:val="002F0FAD"/>
    <w:rsid w:val="002F1694"/>
    <w:rsid w:val="002F1DC6"/>
    <w:rsid w:val="002F2446"/>
    <w:rsid w:val="002F285E"/>
    <w:rsid w:val="002F4ACE"/>
    <w:rsid w:val="002F6A49"/>
    <w:rsid w:val="002F785F"/>
    <w:rsid w:val="00300745"/>
    <w:rsid w:val="00302EBC"/>
    <w:rsid w:val="00304042"/>
    <w:rsid w:val="003050A0"/>
    <w:rsid w:val="003060AA"/>
    <w:rsid w:val="00306FA4"/>
    <w:rsid w:val="00307BB7"/>
    <w:rsid w:val="003122C0"/>
    <w:rsid w:val="00317F90"/>
    <w:rsid w:val="003207E5"/>
    <w:rsid w:val="003214C9"/>
    <w:rsid w:val="003217CB"/>
    <w:rsid w:val="00322C78"/>
    <w:rsid w:val="00323C10"/>
    <w:rsid w:val="0032561D"/>
    <w:rsid w:val="00326851"/>
    <w:rsid w:val="00333DA1"/>
    <w:rsid w:val="003378BF"/>
    <w:rsid w:val="00337F43"/>
    <w:rsid w:val="00340341"/>
    <w:rsid w:val="00340507"/>
    <w:rsid w:val="0034064A"/>
    <w:rsid w:val="0034196F"/>
    <w:rsid w:val="00342321"/>
    <w:rsid w:val="00342FB5"/>
    <w:rsid w:val="003442C1"/>
    <w:rsid w:val="00344488"/>
    <w:rsid w:val="003449C7"/>
    <w:rsid w:val="00344D97"/>
    <w:rsid w:val="00345449"/>
    <w:rsid w:val="003507EA"/>
    <w:rsid w:val="00355937"/>
    <w:rsid w:val="00357E14"/>
    <w:rsid w:val="003616A9"/>
    <w:rsid w:val="00364711"/>
    <w:rsid w:val="003647E5"/>
    <w:rsid w:val="00366622"/>
    <w:rsid w:val="00366F32"/>
    <w:rsid w:val="00367076"/>
    <w:rsid w:val="003700E4"/>
    <w:rsid w:val="00370694"/>
    <w:rsid w:val="00372211"/>
    <w:rsid w:val="00375114"/>
    <w:rsid w:val="00376ADC"/>
    <w:rsid w:val="003800D0"/>
    <w:rsid w:val="00381C85"/>
    <w:rsid w:val="00382FDB"/>
    <w:rsid w:val="00391261"/>
    <w:rsid w:val="0039131B"/>
    <w:rsid w:val="00391F8E"/>
    <w:rsid w:val="0039224A"/>
    <w:rsid w:val="0039577A"/>
    <w:rsid w:val="00395F2B"/>
    <w:rsid w:val="003A0777"/>
    <w:rsid w:val="003A0858"/>
    <w:rsid w:val="003A1F06"/>
    <w:rsid w:val="003A1F72"/>
    <w:rsid w:val="003A2C67"/>
    <w:rsid w:val="003A5E47"/>
    <w:rsid w:val="003B02CF"/>
    <w:rsid w:val="003B1EC2"/>
    <w:rsid w:val="003B227E"/>
    <w:rsid w:val="003B307C"/>
    <w:rsid w:val="003B391A"/>
    <w:rsid w:val="003B4D8A"/>
    <w:rsid w:val="003B6593"/>
    <w:rsid w:val="003B6BA7"/>
    <w:rsid w:val="003B76A6"/>
    <w:rsid w:val="003C2EAA"/>
    <w:rsid w:val="003C3030"/>
    <w:rsid w:val="003C34E3"/>
    <w:rsid w:val="003C4AD8"/>
    <w:rsid w:val="003C642B"/>
    <w:rsid w:val="003D0649"/>
    <w:rsid w:val="003D0CA6"/>
    <w:rsid w:val="003D15F6"/>
    <w:rsid w:val="003D1B95"/>
    <w:rsid w:val="003D27D6"/>
    <w:rsid w:val="003D31A6"/>
    <w:rsid w:val="003D41D0"/>
    <w:rsid w:val="003D5656"/>
    <w:rsid w:val="003D578F"/>
    <w:rsid w:val="003D6421"/>
    <w:rsid w:val="003D660D"/>
    <w:rsid w:val="003E284E"/>
    <w:rsid w:val="003E751F"/>
    <w:rsid w:val="003F061E"/>
    <w:rsid w:val="003F0E1A"/>
    <w:rsid w:val="003F230F"/>
    <w:rsid w:val="003F404D"/>
    <w:rsid w:val="003F56E5"/>
    <w:rsid w:val="003F5B11"/>
    <w:rsid w:val="003F692E"/>
    <w:rsid w:val="003F6F14"/>
    <w:rsid w:val="003F74AE"/>
    <w:rsid w:val="00403A89"/>
    <w:rsid w:val="004049F9"/>
    <w:rsid w:val="00405B59"/>
    <w:rsid w:val="00406509"/>
    <w:rsid w:val="004119E3"/>
    <w:rsid w:val="004122F6"/>
    <w:rsid w:val="00413040"/>
    <w:rsid w:val="0041748F"/>
    <w:rsid w:val="00421B54"/>
    <w:rsid w:val="00421F92"/>
    <w:rsid w:val="00422551"/>
    <w:rsid w:val="0042278B"/>
    <w:rsid w:val="0042370C"/>
    <w:rsid w:val="00423D3B"/>
    <w:rsid w:val="00424573"/>
    <w:rsid w:val="004260CC"/>
    <w:rsid w:val="00426707"/>
    <w:rsid w:val="00426FCC"/>
    <w:rsid w:val="004320ED"/>
    <w:rsid w:val="0043298D"/>
    <w:rsid w:val="00434917"/>
    <w:rsid w:val="00437042"/>
    <w:rsid w:val="00437B24"/>
    <w:rsid w:val="00440428"/>
    <w:rsid w:val="00440905"/>
    <w:rsid w:val="00442D6D"/>
    <w:rsid w:val="00443446"/>
    <w:rsid w:val="00447BEF"/>
    <w:rsid w:val="00451BF4"/>
    <w:rsid w:val="00452BD7"/>
    <w:rsid w:val="0045398E"/>
    <w:rsid w:val="00455ADE"/>
    <w:rsid w:val="004561C1"/>
    <w:rsid w:val="00456207"/>
    <w:rsid w:val="00457B37"/>
    <w:rsid w:val="004667E9"/>
    <w:rsid w:val="00466A24"/>
    <w:rsid w:val="00470A44"/>
    <w:rsid w:val="00473AFC"/>
    <w:rsid w:val="00475471"/>
    <w:rsid w:val="0047638B"/>
    <w:rsid w:val="00476784"/>
    <w:rsid w:val="004801C6"/>
    <w:rsid w:val="004808D6"/>
    <w:rsid w:val="00481B44"/>
    <w:rsid w:val="00486032"/>
    <w:rsid w:val="00486490"/>
    <w:rsid w:val="00487359"/>
    <w:rsid w:val="00491172"/>
    <w:rsid w:val="004924BB"/>
    <w:rsid w:val="004950C3"/>
    <w:rsid w:val="004954E7"/>
    <w:rsid w:val="00497DE9"/>
    <w:rsid w:val="004A18E1"/>
    <w:rsid w:val="004A2E70"/>
    <w:rsid w:val="004A3C84"/>
    <w:rsid w:val="004A4BF4"/>
    <w:rsid w:val="004A50EA"/>
    <w:rsid w:val="004A6805"/>
    <w:rsid w:val="004A69A2"/>
    <w:rsid w:val="004A741A"/>
    <w:rsid w:val="004B0166"/>
    <w:rsid w:val="004B0BC8"/>
    <w:rsid w:val="004B49A5"/>
    <w:rsid w:val="004B780E"/>
    <w:rsid w:val="004C1319"/>
    <w:rsid w:val="004C2A0A"/>
    <w:rsid w:val="004C3B5A"/>
    <w:rsid w:val="004C47C6"/>
    <w:rsid w:val="004C5305"/>
    <w:rsid w:val="004D261D"/>
    <w:rsid w:val="004D2AEF"/>
    <w:rsid w:val="004D3A85"/>
    <w:rsid w:val="004E2A20"/>
    <w:rsid w:val="004E2AB6"/>
    <w:rsid w:val="004E2E73"/>
    <w:rsid w:val="004E315E"/>
    <w:rsid w:val="004E4AF3"/>
    <w:rsid w:val="004E72A8"/>
    <w:rsid w:val="004E7726"/>
    <w:rsid w:val="004E79F8"/>
    <w:rsid w:val="004F21FA"/>
    <w:rsid w:val="004F2823"/>
    <w:rsid w:val="004F30B1"/>
    <w:rsid w:val="004F3693"/>
    <w:rsid w:val="004F5FAE"/>
    <w:rsid w:val="00500463"/>
    <w:rsid w:val="005015A9"/>
    <w:rsid w:val="00501AAA"/>
    <w:rsid w:val="005021FC"/>
    <w:rsid w:val="005025AF"/>
    <w:rsid w:val="00502F30"/>
    <w:rsid w:val="00504A1F"/>
    <w:rsid w:val="00504DB6"/>
    <w:rsid w:val="0050598C"/>
    <w:rsid w:val="005065FB"/>
    <w:rsid w:val="00510A86"/>
    <w:rsid w:val="00511578"/>
    <w:rsid w:val="00513F04"/>
    <w:rsid w:val="0051418D"/>
    <w:rsid w:val="005204AE"/>
    <w:rsid w:val="005216F2"/>
    <w:rsid w:val="00522ED4"/>
    <w:rsid w:val="00523191"/>
    <w:rsid w:val="005233AE"/>
    <w:rsid w:val="005238F9"/>
    <w:rsid w:val="0052459D"/>
    <w:rsid w:val="005266CA"/>
    <w:rsid w:val="00526C9A"/>
    <w:rsid w:val="0052774C"/>
    <w:rsid w:val="00532298"/>
    <w:rsid w:val="00533352"/>
    <w:rsid w:val="00533BFE"/>
    <w:rsid w:val="005352DF"/>
    <w:rsid w:val="0053792A"/>
    <w:rsid w:val="00537F63"/>
    <w:rsid w:val="00542AA1"/>
    <w:rsid w:val="00545671"/>
    <w:rsid w:val="00546625"/>
    <w:rsid w:val="005469CF"/>
    <w:rsid w:val="00551753"/>
    <w:rsid w:val="00551EED"/>
    <w:rsid w:val="00553700"/>
    <w:rsid w:val="0055441B"/>
    <w:rsid w:val="00555D54"/>
    <w:rsid w:val="00555F3F"/>
    <w:rsid w:val="00560F4A"/>
    <w:rsid w:val="00563189"/>
    <w:rsid w:val="005632D5"/>
    <w:rsid w:val="00563E4F"/>
    <w:rsid w:val="00564154"/>
    <w:rsid w:val="00564B16"/>
    <w:rsid w:val="00566D7D"/>
    <w:rsid w:val="0057003F"/>
    <w:rsid w:val="0057248D"/>
    <w:rsid w:val="00573653"/>
    <w:rsid w:val="00574EFE"/>
    <w:rsid w:val="0057711A"/>
    <w:rsid w:val="00585299"/>
    <w:rsid w:val="005853FE"/>
    <w:rsid w:val="0058782B"/>
    <w:rsid w:val="00590516"/>
    <w:rsid w:val="005922C5"/>
    <w:rsid w:val="00593E52"/>
    <w:rsid w:val="00594455"/>
    <w:rsid w:val="00594F55"/>
    <w:rsid w:val="00597B57"/>
    <w:rsid w:val="005A070B"/>
    <w:rsid w:val="005A12C5"/>
    <w:rsid w:val="005A2193"/>
    <w:rsid w:val="005A251E"/>
    <w:rsid w:val="005A749B"/>
    <w:rsid w:val="005B04F0"/>
    <w:rsid w:val="005B0951"/>
    <w:rsid w:val="005B18CF"/>
    <w:rsid w:val="005B1D22"/>
    <w:rsid w:val="005B20AB"/>
    <w:rsid w:val="005B23FB"/>
    <w:rsid w:val="005B386C"/>
    <w:rsid w:val="005B403E"/>
    <w:rsid w:val="005B4E04"/>
    <w:rsid w:val="005B7531"/>
    <w:rsid w:val="005C06C0"/>
    <w:rsid w:val="005C08A4"/>
    <w:rsid w:val="005C163B"/>
    <w:rsid w:val="005C384D"/>
    <w:rsid w:val="005C5959"/>
    <w:rsid w:val="005C6ECB"/>
    <w:rsid w:val="005C7E80"/>
    <w:rsid w:val="005D1064"/>
    <w:rsid w:val="005D5852"/>
    <w:rsid w:val="005D5BD3"/>
    <w:rsid w:val="005D6904"/>
    <w:rsid w:val="005D70DB"/>
    <w:rsid w:val="005D7A93"/>
    <w:rsid w:val="005E0269"/>
    <w:rsid w:val="005E0483"/>
    <w:rsid w:val="005E1BEA"/>
    <w:rsid w:val="005E23EA"/>
    <w:rsid w:val="005E3F33"/>
    <w:rsid w:val="005E3FD8"/>
    <w:rsid w:val="005E4276"/>
    <w:rsid w:val="005E647B"/>
    <w:rsid w:val="005E7894"/>
    <w:rsid w:val="005E7CCA"/>
    <w:rsid w:val="005F6BFD"/>
    <w:rsid w:val="005F7926"/>
    <w:rsid w:val="0060058E"/>
    <w:rsid w:val="006010BC"/>
    <w:rsid w:val="00601E1B"/>
    <w:rsid w:val="00604D20"/>
    <w:rsid w:val="00606332"/>
    <w:rsid w:val="00610667"/>
    <w:rsid w:val="00611520"/>
    <w:rsid w:val="006117D8"/>
    <w:rsid w:val="006131F3"/>
    <w:rsid w:val="0061353E"/>
    <w:rsid w:val="006142EB"/>
    <w:rsid w:val="00614DF2"/>
    <w:rsid w:val="00617751"/>
    <w:rsid w:val="00620B02"/>
    <w:rsid w:val="00621F29"/>
    <w:rsid w:val="00622653"/>
    <w:rsid w:val="00623578"/>
    <w:rsid w:val="00625153"/>
    <w:rsid w:val="0062535E"/>
    <w:rsid w:val="00630860"/>
    <w:rsid w:val="00632E06"/>
    <w:rsid w:val="00632EA9"/>
    <w:rsid w:val="00633800"/>
    <w:rsid w:val="00640925"/>
    <w:rsid w:val="00641791"/>
    <w:rsid w:val="00644F23"/>
    <w:rsid w:val="00644FCA"/>
    <w:rsid w:val="00652F2C"/>
    <w:rsid w:val="00652F64"/>
    <w:rsid w:val="006561FE"/>
    <w:rsid w:val="006605BC"/>
    <w:rsid w:val="00662243"/>
    <w:rsid w:val="0066627D"/>
    <w:rsid w:val="00666718"/>
    <w:rsid w:val="00666803"/>
    <w:rsid w:val="006674C5"/>
    <w:rsid w:val="006727F5"/>
    <w:rsid w:val="0067314E"/>
    <w:rsid w:val="00673803"/>
    <w:rsid w:val="00674711"/>
    <w:rsid w:val="00676BFF"/>
    <w:rsid w:val="00677550"/>
    <w:rsid w:val="00681A01"/>
    <w:rsid w:val="00681C86"/>
    <w:rsid w:val="00682E39"/>
    <w:rsid w:val="00683FEF"/>
    <w:rsid w:val="00686716"/>
    <w:rsid w:val="0069020D"/>
    <w:rsid w:val="00690B09"/>
    <w:rsid w:val="00691620"/>
    <w:rsid w:val="00692C44"/>
    <w:rsid w:val="00694CAE"/>
    <w:rsid w:val="00696741"/>
    <w:rsid w:val="00696B8D"/>
    <w:rsid w:val="006A0804"/>
    <w:rsid w:val="006A0809"/>
    <w:rsid w:val="006A3897"/>
    <w:rsid w:val="006A3CF9"/>
    <w:rsid w:val="006A4F1B"/>
    <w:rsid w:val="006A68B0"/>
    <w:rsid w:val="006A70C7"/>
    <w:rsid w:val="006A7490"/>
    <w:rsid w:val="006B0EC8"/>
    <w:rsid w:val="006B111D"/>
    <w:rsid w:val="006B2DF0"/>
    <w:rsid w:val="006B367D"/>
    <w:rsid w:val="006B429B"/>
    <w:rsid w:val="006B4BA7"/>
    <w:rsid w:val="006B4FF0"/>
    <w:rsid w:val="006B61A5"/>
    <w:rsid w:val="006C08D4"/>
    <w:rsid w:val="006C0977"/>
    <w:rsid w:val="006C1CF1"/>
    <w:rsid w:val="006C1E27"/>
    <w:rsid w:val="006C211B"/>
    <w:rsid w:val="006C4CA7"/>
    <w:rsid w:val="006C4D3A"/>
    <w:rsid w:val="006D00B2"/>
    <w:rsid w:val="006D00EB"/>
    <w:rsid w:val="006D0660"/>
    <w:rsid w:val="006D410E"/>
    <w:rsid w:val="006D44EC"/>
    <w:rsid w:val="006D4D2F"/>
    <w:rsid w:val="006D519C"/>
    <w:rsid w:val="006E1BB3"/>
    <w:rsid w:val="006E2EDE"/>
    <w:rsid w:val="006E4035"/>
    <w:rsid w:val="006F0EAC"/>
    <w:rsid w:val="006F34FB"/>
    <w:rsid w:val="006F4185"/>
    <w:rsid w:val="006F6FC8"/>
    <w:rsid w:val="00701D9B"/>
    <w:rsid w:val="00702582"/>
    <w:rsid w:val="00704034"/>
    <w:rsid w:val="00704580"/>
    <w:rsid w:val="00705B26"/>
    <w:rsid w:val="00705E79"/>
    <w:rsid w:val="00707512"/>
    <w:rsid w:val="00707517"/>
    <w:rsid w:val="007107AD"/>
    <w:rsid w:val="00712EC5"/>
    <w:rsid w:val="007141BF"/>
    <w:rsid w:val="0071429F"/>
    <w:rsid w:val="00715422"/>
    <w:rsid w:val="00715A5E"/>
    <w:rsid w:val="007167A6"/>
    <w:rsid w:val="00717E41"/>
    <w:rsid w:val="007230BC"/>
    <w:rsid w:val="00723A4C"/>
    <w:rsid w:val="00724DF2"/>
    <w:rsid w:val="007308B8"/>
    <w:rsid w:val="00732056"/>
    <w:rsid w:val="00732638"/>
    <w:rsid w:val="007329CB"/>
    <w:rsid w:val="00732C21"/>
    <w:rsid w:val="007333E8"/>
    <w:rsid w:val="00740064"/>
    <w:rsid w:val="007406F1"/>
    <w:rsid w:val="00743E75"/>
    <w:rsid w:val="00745FA7"/>
    <w:rsid w:val="0074652E"/>
    <w:rsid w:val="0074665A"/>
    <w:rsid w:val="00746BE8"/>
    <w:rsid w:val="00747BA2"/>
    <w:rsid w:val="007515FC"/>
    <w:rsid w:val="00752084"/>
    <w:rsid w:val="00753185"/>
    <w:rsid w:val="0075322D"/>
    <w:rsid w:val="00754FDF"/>
    <w:rsid w:val="00755887"/>
    <w:rsid w:val="00757DCB"/>
    <w:rsid w:val="007605AE"/>
    <w:rsid w:val="00760F8B"/>
    <w:rsid w:val="0076371A"/>
    <w:rsid w:val="00763900"/>
    <w:rsid w:val="007656BD"/>
    <w:rsid w:val="00765B95"/>
    <w:rsid w:val="00766630"/>
    <w:rsid w:val="0076668E"/>
    <w:rsid w:val="007702D5"/>
    <w:rsid w:val="0077044A"/>
    <w:rsid w:val="007707B5"/>
    <w:rsid w:val="00771CBE"/>
    <w:rsid w:val="007735BB"/>
    <w:rsid w:val="00775282"/>
    <w:rsid w:val="0077621E"/>
    <w:rsid w:val="00776A0D"/>
    <w:rsid w:val="007770B7"/>
    <w:rsid w:val="00782ED4"/>
    <w:rsid w:val="0078577E"/>
    <w:rsid w:val="00786497"/>
    <w:rsid w:val="00786C6B"/>
    <w:rsid w:val="00787994"/>
    <w:rsid w:val="00787A21"/>
    <w:rsid w:val="007901DF"/>
    <w:rsid w:val="00790A83"/>
    <w:rsid w:val="00791FF3"/>
    <w:rsid w:val="00792316"/>
    <w:rsid w:val="00793267"/>
    <w:rsid w:val="00793CC9"/>
    <w:rsid w:val="0079449B"/>
    <w:rsid w:val="00794BF8"/>
    <w:rsid w:val="00795B14"/>
    <w:rsid w:val="00796EDB"/>
    <w:rsid w:val="007A0809"/>
    <w:rsid w:val="007A492E"/>
    <w:rsid w:val="007A4A6E"/>
    <w:rsid w:val="007A7A97"/>
    <w:rsid w:val="007B01FC"/>
    <w:rsid w:val="007B232B"/>
    <w:rsid w:val="007B245C"/>
    <w:rsid w:val="007B528A"/>
    <w:rsid w:val="007B6D55"/>
    <w:rsid w:val="007C0697"/>
    <w:rsid w:val="007C18BC"/>
    <w:rsid w:val="007C1FE4"/>
    <w:rsid w:val="007C4D77"/>
    <w:rsid w:val="007C5C34"/>
    <w:rsid w:val="007C700C"/>
    <w:rsid w:val="007D432C"/>
    <w:rsid w:val="007D65EC"/>
    <w:rsid w:val="007E24CD"/>
    <w:rsid w:val="007E2EE6"/>
    <w:rsid w:val="007E3E9B"/>
    <w:rsid w:val="007E6083"/>
    <w:rsid w:val="007F10DA"/>
    <w:rsid w:val="007F2BD2"/>
    <w:rsid w:val="007F56D4"/>
    <w:rsid w:val="007F65D9"/>
    <w:rsid w:val="00800B68"/>
    <w:rsid w:val="00802B39"/>
    <w:rsid w:val="00803F09"/>
    <w:rsid w:val="00805279"/>
    <w:rsid w:val="008065AE"/>
    <w:rsid w:val="008108FF"/>
    <w:rsid w:val="008109A9"/>
    <w:rsid w:val="008112CA"/>
    <w:rsid w:val="0081131B"/>
    <w:rsid w:val="00811839"/>
    <w:rsid w:val="008136E1"/>
    <w:rsid w:val="008137BE"/>
    <w:rsid w:val="00814178"/>
    <w:rsid w:val="00814E8D"/>
    <w:rsid w:val="00817A6C"/>
    <w:rsid w:val="00823886"/>
    <w:rsid w:val="00826088"/>
    <w:rsid w:val="00826690"/>
    <w:rsid w:val="008269AF"/>
    <w:rsid w:val="0083171A"/>
    <w:rsid w:val="00834150"/>
    <w:rsid w:val="008342D1"/>
    <w:rsid w:val="008429AA"/>
    <w:rsid w:val="00843016"/>
    <w:rsid w:val="008433E9"/>
    <w:rsid w:val="008450CE"/>
    <w:rsid w:val="008453CA"/>
    <w:rsid w:val="00845B52"/>
    <w:rsid w:val="0084620B"/>
    <w:rsid w:val="00847D88"/>
    <w:rsid w:val="008509F9"/>
    <w:rsid w:val="00851219"/>
    <w:rsid w:val="008529FC"/>
    <w:rsid w:val="008543ED"/>
    <w:rsid w:val="00855896"/>
    <w:rsid w:val="008574B7"/>
    <w:rsid w:val="008605B3"/>
    <w:rsid w:val="00861559"/>
    <w:rsid w:val="008617B7"/>
    <w:rsid w:val="00862FCD"/>
    <w:rsid w:val="00863AA0"/>
    <w:rsid w:val="00864280"/>
    <w:rsid w:val="00865958"/>
    <w:rsid w:val="008669BF"/>
    <w:rsid w:val="00867498"/>
    <w:rsid w:val="0087154C"/>
    <w:rsid w:val="00871B2B"/>
    <w:rsid w:val="0087362C"/>
    <w:rsid w:val="00873E59"/>
    <w:rsid w:val="008757A5"/>
    <w:rsid w:val="008774F2"/>
    <w:rsid w:val="00877946"/>
    <w:rsid w:val="008803B6"/>
    <w:rsid w:val="008809B8"/>
    <w:rsid w:val="00880AD1"/>
    <w:rsid w:val="00883A90"/>
    <w:rsid w:val="00883CCB"/>
    <w:rsid w:val="008853E6"/>
    <w:rsid w:val="008867EC"/>
    <w:rsid w:val="00887ABC"/>
    <w:rsid w:val="00890969"/>
    <w:rsid w:val="00892987"/>
    <w:rsid w:val="00892EA8"/>
    <w:rsid w:val="00893C3B"/>
    <w:rsid w:val="00893E68"/>
    <w:rsid w:val="008971B7"/>
    <w:rsid w:val="008A32EB"/>
    <w:rsid w:val="008A447C"/>
    <w:rsid w:val="008A450A"/>
    <w:rsid w:val="008B0755"/>
    <w:rsid w:val="008B4B01"/>
    <w:rsid w:val="008B674E"/>
    <w:rsid w:val="008B6B2A"/>
    <w:rsid w:val="008C23DA"/>
    <w:rsid w:val="008C5181"/>
    <w:rsid w:val="008D014A"/>
    <w:rsid w:val="008D364F"/>
    <w:rsid w:val="008D3BB0"/>
    <w:rsid w:val="008D4192"/>
    <w:rsid w:val="008D4FD6"/>
    <w:rsid w:val="008D69D5"/>
    <w:rsid w:val="008E1F6A"/>
    <w:rsid w:val="008E2DAC"/>
    <w:rsid w:val="008E4D0C"/>
    <w:rsid w:val="008E4F83"/>
    <w:rsid w:val="008E616A"/>
    <w:rsid w:val="008E624E"/>
    <w:rsid w:val="008E656D"/>
    <w:rsid w:val="008E6B40"/>
    <w:rsid w:val="008F0897"/>
    <w:rsid w:val="008F0D0C"/>
    <w:rsid w:val="008F2E7A"/>
    <w:rsid w:val="008F3473"/>
    <w:rsid w:val="008F784C"/>
    <w:rsid w:val="00901057"/>
    <w:rsid w:val="00901060"/>
    <w:rsid w:val="00902755"/>
    <w:rsid w:val="00903950"/>
    <w:rsid w:val="00903B03"/>
    <w:rsid w:val="00903CE6"/>
    <w:rsid w:val="009044A5"/>
    <w:rsid w:val="00915C93"/>
    <w:rsid w:val="00920D8F"/>
    <w:rsid w:val="009233FE"/>
    <w:rsid w:val="00923896"/>
    <w:rsid w:val="009257BA"/>
    <w:rsid w:val="00926C4C"/>
    <w:rsid w:val="00927A76"/>
    <w:rsid w:val="00930D09"/>
    <w:rsid w:val="00931556"/>
    <w:rsid w:val="009318CE"/>
    <w:rsid w:val="00932B9A"/>
    <w:rsid w:val="0093340C"/>
    <w:rsid w:val="009349C4"/>
    <w:rsid w:val="00934C58"/>
    <w:rsid w:val="009359CC"/>
    <w:rsid w:val="00936D1F"/>
    <w:rsid w:val="00937222"/>
    <w:rsid w:val="0094072D"/>
    <w:rsid w:val="00942471"/>
    <w:rsid w:val="009430B0"/>
    <w:rsid w:val="00943877"/>
    <w:rsid w:val="009455DE"/>
    <w:rsid w:val="00945EC6"/>
    <w:rsid w:val="0094706C"/>
    <w:rsid w:val="00947D42"/>
    <w:rsid w:val="00950CA4"/>
    <w:rsid w:val="00952043"/>
    <w:rsid w:val="00957AB0"/>
    <w:rsid w:val="0096002A"/>
    <w:rsid w:val="009613D3"/>
    <w:rsid w:val="00961A67"/>
    <w:rsid w:val="009620EA"/>
    <w:rsid w:val="0096330C"/>
    <w:rsid w:val="009635EA"/>
    <w:rsid w:val="0096553F"/>
    <w:rsid w:val="00967653"/>
    <w:rsid w:val="00970ADC"/>
    <w:rsid w:val="0097213E"/>
    <w:rsid w:val="00974A1E"/>
    <w:rsid w:val="009846A2"/>
    <w:rsid w:val="00985ACA"/>
    <w:rsid w:val="0098640C"/>
    <w:rsid w:val="00987F97"/>
    <w:rsid w:val="009902D8"/>
    <w:rsid w:val="009905F9"/>
    <w:rsid w:val="00992AB5"/>
    <w:rsid w:val="009949B5"/>
    <w:rsid w:val="00994C7B"/>
    <w:rsid w:val="00997FFE"/>
    <w:rsid w:val="009A160F"/>
    <w:rsid w:val="009A4045"/>
    <w:rsid w:val="009A55C4"/>
    <w:rsid w:val="009A59D2"/>
    <w:rsid w:val="009B157E"/>
    <w:rsid w:val="009B1FAC"/>
    <w:rsid w:val="009B298A"/>
    <w:rsid w:val="009B2B64"/>
    <w:rsid w:val="009B6CD1"/>
    <w:rsid w:val="009B7993"/>
    <w:rsid w:val="009C38D1"/>
    <w:rsid w:val="009C4E2E"/>
    <w:rsid w:val="009C5380"/>
    <w:rsid w:val="009D0597"/>
    <w:rsid w:val="009D4BDC"/>
    <w:rsid w:val="009E2B70"/>
    <w:rsid w:val="009E3E56"/>
    <w:rsid w:val="009E536F"/>
    <w:rsid w:val="009E61AB"/>
    <w:rsid w:val="009E65BA"/>
    <w:rsid w:val="009E6866"/>
    <w:rsid w:val="009F004E"/>
    <w:rsid w:val="009F05AE"/>
    <w:rsid w:val="009F0E8C"/>
    <w:rsid w:val="009F0FB5"/>
    <w:rsid w:val="009F175E"/>
    <w:rsid w:val="009F3344"/>
    <w:rsid w:val="009F3B1B"/>
    <w:rsid w:val="009F54B0"/>
    <w:rsid w:val="009F5D72"/>
    <w:rsid w:val="009F6029"/>
    <w:rsid w:val="009F7BC0"/>
    <w:rsid w:val="00A0040D"/>
    <w:rsid w:val="00A0100D"/>
    <w:rsid w:val="00A0278E"/>
    <w:rsid w:val="00A03356"/>
    <w:rsid w:val="00A03467"/>
    <w:rsid w:val="00A04271"/>
    <w:rsid w:val="00A0618A"/>
    <w:rsid w:val="00A06BDA"/>
    <w:rsid w:val="00A0758E"/>
    <w:rsid w:val="00A07EB4"/>
    <w:rsid w:val="00A10292"/>
    <w:rsid w:val="00A1064B"/>
    <w:rsid w:val="00A10A6D"/>
    <w:rsid w:val="00A10CC4"/>
    <w:rsid w:val="00A11086"/>
    <w:rsid w:val="00A120C9"/>
    <w:rsid w:val="00A142B3"/>
    <w:rsid w:val="00A157A6"/>
    <w:rsid w:val="00A16758"/>
    <w:rsid w:val="00A20D17"/>
    <w:rsid w:val="00A2569B"/>
    <w:rsid w:val="00A25AA7"/>
    <w:rsid w:val="00A25E09"/>
    <w:rsid w:val="00A26341"/>
    <w:rsid w:val="00A26FCD"/>
    <w:rsid w:val="00A2713A"/>
    <w:rsid w:val="00A27BBE"/>
    <w:rsid w:val="00A27F1E"/>
    <w:rsid w:val="00A3434E"/>
    <w:rsid w:val="00A3601D"/>
    <w:rsid w:val="00A40A00"/>
    <w:rsid w:val="00A41B3F"/>
    <w:rsid w:val="00A442BC"/>
    <w:rsid w:val="00A46336"/>
    <w:rsid w:val="00A50218"/>
    <w:rsid w:val="00A50374"/>
    <w:rsid w:val="00A53954"/>
    <w:rsid w:val="00A571E2"/>
    <w:rsid w:val="00A57485"/>
    <w:rsid w:val="00A574ED"/>
    <w:rsid w:val="00A57616"/>
    <w:rsid w:val="00A605A5"/>
    <w:rsid w:val="00A61155"/>
    <w:rsid w:val="00A63C61"/>
    <w:rsid w:val="00A651E4"/>
    <w:rsid w:val="00A71F27"/>
    <w:rsid w:val="00A74A7A"/>
    <w:rsid w:val="00A768D1"/>
    <w:rsid w:val="00A805BF"/>
    <w:rsid w:val="00A80A76"/>
    <w:rsid w:val="00A82FF0"/>
    <w:rsid w:val="00A84151"/>
    <w:rsid w:val="00A84258"/>
    <w:rsid w:val="00A84F3D"/>
    <w:rsid w:val="00A855B9"/>
    <w:rsid w:val="00A903D9"/>
    <w:rsid w:val="00A93337"/>
    <w:rsid w:val="00A93EBF"/>
    <w:rsid w:val="00A95CCF"/>
    <w:rsid w:val="00A9717A"/>
    <w:rsid w:val="00AA2A1A"/>
    <w:rsid w:val="00AA5E44"/>
    <w:rsid w:val="00AA7CB2"/>
    <w:rsid w:val="00AB10C9"/>
    <w:rsid w:val="00AB1A7F"/>
    <w:rsid w:val="00AB1D70"/>
    <w:rsid w:val="00AB2A39"/>
    <w:rsid w:val="00AB2E17"/>
    <w:rsid w:val="00AB30EF"/>
    <w:rsid w:val="00AB3EBC"/>
    <w:rsid w:val="00AB413D"/>
    <w:rsid w:val="00AB4542"/>
    <w:rsid w:val="00AB624D"/>
    <w:rsid w:val="00AC1C90"/>
    <w:rsid w:val="00AC21E0"/>
    <w:rsid w:val="00AC44B7"/>
    <w:rsid w:val="00AC4DC0"/>
    <w:rsid w:val="00AC516A"/>
    <w:rsid w:val="00AC552E"/>
    <w:rsid w:val="00AC6D1E"/>
    <w:rsid w:val="00AD02CC"/>
    <w:rsid w:val="00AD0C03"/>
    <w:rsid w:val="00AD3D9A"/>
    <w:rsid w:val="00AD3EBC"/>
    <w:rsid w:val="00AD50B4"/>
    <w:rsid w:val="00AD5210"/>
    <w:rsid w:val="00AD5515"/>
    <w:rsid w:val="00AD5AE2"/>
    <w:rsid w:val="00AD7EDF"/>
    <w:rsid w:val="00AE08CC"/>
    <w:rsid w:val="00AE2FA0"/>
    <w:rsid w:val="00AE34FA"/>
    <w:rsid w:val="00AE3D69"/>
    <w:rsid w:val="00AE6616"/>
    <w:rsid w:val="00AE68EA"/>
    <w:rsid w:val="00AE7A59"/>
    <w:rsid w:val="00AF0F9B"/>
    <w:rsid w:val="00AF1B70"/>
    <w:rsid w:val="00AF21F8"/>
    <w:rsid w:val="00AF3333"/>
    <w:rsid w:val="00AF3F54"/>
    <w:rsid w:val="00AF4131"/>
    <w:rsid w:val="00AF4C93"/>
    <w:rsid w:val="00AF6B07"/>
    <w:rsid w:val="00B046D0"/>
    <w:rsid w:val="00B05943"/>
    <w:rsid w:val="00B064D5"/>
    <w:rsid w:val="00B07AF5"/>
    <w:rsid w:val="00B10167"/>
    <w:rsid w:val="00B12229"/>
    <w:rsid w:val="00B12EB9"/>
    <w:rsid w:val="00B13925"/>
    <w:rsid w:val="00B15327"/>
    <w:rsid w:val="00B16301"/>
    <w:rsid w:val="00B17226"/>
    <w:rsid w:val="00B1788C"/>
    <w:rsid w:val="00B17A73"/>
    <w:rsid w:val="00B17B7E"/>
    <w:rsid w:val="00B212B7"/>
    <w:rsid w:val="00B26297"/>
    <w:rsid w:val="00B26609"/>
    <w:rsid w:val="00B30D0D"/>
    <w:rsid w:val="00B32A4D"/>
    <w:rsid w:val="00B3351B"/>
    <w:rsid w:val="00B36E15"/>
    <w:rsid w:val="00B3787F"/>
    <w:rsid w:val="00B40FB6"/>
    <w:rsid w:val="00B41E02"/>
    <w:rsid w:val="00B4341C"/>
    <w:rsid w:val="00B43BA2"/>
    <w:rsid w:val="00B43F41"/>
    <w:rsid w:val="00B451F1"/>
    <w:rsid w:val="00B4523F"/>
    <w:rsid w:val="00B455B6"/>
    <w:rsid w:val="00B5071F"/>
    <w:rsid w:val="00B5189E"/>
    <w:rsid w:val="00B534A0"/>
    <w:rsid w:val="00B54368"/>
    <w:rsid w:val="00B54DDE"/>
    <w:rsid w:val="00B55356"/>
    <w:rsid w:val="00B60A27"/>
    <w:rsid w:val="00B62358"/>
    <w:rsid w:val="00B628CB"/>
    <w:rsid w:val="00B63DC7"/>
    <w:rsid w:val="00B641E0"/>
    <w:rsid w:val="00B6795D"/>
    <w:rsid w:val="00B70425"/>
    <w:rsid w:val="00B71373"/>
    <w:rsid w:val="00B72AD8"/>
    <w:rsid w:val="00B73A6C"/>
    <w:rsid w:val="00B74AE7"/>
    <w:rsid w:val="00B764A2"/>
    <w:rsid w:val="00B76AF3"/>
    <w:rsid w:val="00B76EBF"/>
    <w:rsid w:val="00B80C7C"/>
    <w:rsid w:val="00B80F47"/>
    <w:rsid w:val="00B8165D"/>
    <w:rsid w:val="00B817A1"/>
    <w:rsid w:val="00B84059"/>
    <w:rsid w:val="00B8410F"/>
    <w:rsid w:val="00B85594"/>
    <w:rsid w:val="00B85F6D"/>
    <w:rsid w:val="00B86947"/>
    <w:rsid w:val="00B87740"/>
    <w:rsid w:val="00B879B0"/>
    <w:rsid w:val="00B90319"/>
    <w:rsid w:val="00B912D2"/>
    <w:rsid w:val="00B94037"/>
    <w:rsid w:val="00B94128"/>
    <w:rsid w:val="00B941BF"/>
    <w:rsid w:val="00B9476A"/>
    <w:rsid w:val="00B95722"/>
    <w:rsid w:val="00B96724"/>
    <w:rsid w:val="00B97454"/>
    <w:rsid w:val="00B97DDF"/>
    <w:rsid w:val="00BA1705"/>
    <w:rsid w:val="00BA1E25"/>
    <w:rsid w:val="00BA40A8"/>
    <w:rsid w:val="00BA565D"/>
    <w:rsid w:val="00BA64E2"/>
    <w:rsid w:val="00BB046B"/>
    <w:rsid w:val="00BB1C49"/>
    <w:rsid w:val="00BB35AE"/>
    <w:rsid w:val="00BB55DC"/>
    <w:rsid w:val="00BB5E2C"/>
    <w:rsid w:val="00BB7AEA"/>
    <w:rsid w:val="00BC0FEB"/>
    <w:rsid w:val="00BC2645"/>
    <w:rsid w:val="00BC2AE9"/>
    <w:rsid w:val="00BC37D1"/>
    <w:rsid w:val="00BC3873"/>
    <w:rsid w:val="00BC3A00"/>
    <w:rsid w:val="00BC5DDD"/>
    <w:rsid w:val="00BC7345"/>
    <w:rsid w:val="00BD0D56"/>
    <w:rsid w:val="00BD1352"/>
    <w:rsid w:val="00BD3595"/>
    <w:rsid w:val="00BD434B"/>
    <w:rsid w:val="00BD4B12"/>
    <w:rsid w:val="00BD50A0"/>
    <w:rsid w:val="00BD53CC"/>
    <w:rsid w:val="00BD54A6"/>
    <w:rsid w:val="00BD5FB5"/>
    <w:rsid w:val="00BD7DC9"/>
    <w:rsid w:val="00BE36E5"/>
    <w:rsid w:val="00BE402E"/>
    <w:rsid w:val="00BF084C"/>
    <w:rsid w:val="00BF0E9B"/>
    <w:rsid w:val="00BF14B3"/>
    <w:rsid w:val="00BF3455"/>
    <w:rsid w:val="00BF45B2"/>
    <w:rsid w:val="00BF467A"/>
    <w:rsid w:val="00BF566F"/>
    <w:rsid w:val="00BF62EE"/>
    <w:rsid w:val="00C01EA8"/>
    <w:rsid w:val="00C02545"/>
    <w:rsid w:val="00C02676"/>
    <w:rsid w:val="00C03571"/>
    <w:rsid w:val="00C128AD"/>
    <w:rsid w:val="00C13B84"/>
    <w:rsid w:val="00C1665C"/>
    <w:rsid w:val="00C16B64"/>
    <w:rsid w:val="00C1728D"/>
    <w:rsid w:val="00C20C65"/>
    <w:rsid w:val="00C23E9D"/>
    <w:rsid w:val="00C25031"/>
    <w:rsid w:val="00C303B8"/>
    <w:rsid w:val="00C306E5"/>
    <w:rsid w:val="00C30905"/>
    <w:rsid w:val="00C30EAD"/>
    <w:rsid w:val="00C3146E"/>
    <w:rsid w:val="00C31B47"/>
    <w:rsid w:val="00C31E7C"/>
    <w:rsid w:val="00C3524C"/>
    <w:rsid w:val="00C3705B"/>
    <w:rsid w:val="00C37F3A"/>
    <w:rsid w:val="00C40A50"/>
    <w:rsid w:val="00C41E3D"/>
    <w:rsid w:val="00C43362"/>
    <w:rsid w:val="00C44EAD"/>
    <w:rsid w:val="00C455BC"/>
    <w:rsid w:val="00C46C07"/>
    <w:rsid w:val="00C4702E"/>
    <w:rsid w:val="00C4753B"/>
    <w:rsid w:val="00C47FB0"/>
    <w:rsid w:val="00C517B8"/>
    <w:rsid w:val="00C51862"/>
    <w:rsid w:val="00C5399B"/>
    <w:rsid w:val="00C54A68"/>
    <w:rsid w:val="00C54EE0"/>
    <w:rsid w:val="00C572A3"/>
    <w:rsid w:val="00C57D6C"/>
    <w:rsid w:val="00C60E74"/>
    <w:rsid w:val="00C62334"/>
    <w:rsid w:val="00C65335"/>
    <w:rsid w:val="00C66482"/>
    <w:rsid w:val="00C6726D"/>
    <w:rsid w:val="00C72524"/>
    <w:rsid w:val="00C72B36"/>
    <w:rsid w:val="00C7317B"/>
    <w:rsid w:val="00C801A5"/>
    <w:rsid w:val="00C80BC6"/>
    <w:rsid w:val="00C81361"/>
    <w:rsid w:val="00C8252A"/>
    <w:rsid w:val="00C8452A"/>
    <w:rsid w:val="00C84542"/>
    <w:rsid w:val="00C86A8A"/>
    <w:rsid w:val="00C901D5"/>
    <w:rsid w:val="00C90681"/>
    <w:rsid w:val="00C90F2D"/>
    <w:rsid w:val="00C94362"/>
    <w:rsid w:val="00CA0B37"/>
    <w:rsid w:val="00CA1013"/>
    <w:rsid w:val="00CA2981"/>
    <w:rsid w:val="00CA562E"/>
    <w:rsid w:val="00CA5ABA"/>
    <w:rsid w:val="00CA5F05"/>
    <w:rsid w:val="00CA7CC9"/>
    <w:rsid w:val="00CA7F6D"/>
    <w:rsid w:val="00CB2630"/>
    <w:rsid w:val="00CB3FA3"/>
    <w:rsid w:val="00CB430D"/>
    <w:rsid w:val="00CB4A58"/>
    <w:rsid w:val="00CC0BB5"/>
    <w:rsid w:val="00CC13B4"/>
    <w:rsid w:val="00CC1A9F"/>
    <w:rsid w:val="00CC532D"/>
    <w:rsid w:val="00CC622D"/>
    <w:rsid w:val="00CD031E"/>
    <w:rsid w:val="00CD1737"/>
    <w:rsid w:val="00CD226F"/>
    <w:rsid w:val="00CD3E39"/>
    <w:rsid w:val="00CD5456"/>
    <w:rsid w:val="00CD6D0A"/>
    <w:rsid w:val="00CD7C6C"/>
    <w:rsid w:val="00CE1830"/>
    <w:rsid w:val="00CE2F68"/>
    <w:rsid w:val="00CE4158"/>
    <w:rsid w:val="00CE5C68"/>
    <w:rsid w:val="00CE60B0"/>
    <w:rsid w:val="00CE6A9F"/>
    <w:rsid w:val="00CF5540"/>
    <w:rsid w:val="00CF6069"/>
    <w:rsid w:val="00CF653E"/>
    <w:rsid w:val="00D04A34"/>
    <w:rsid w:val="00D051D5"/>
    <w:rsid w:val="00D069C4"/>
    <w:rsid w:val="00D0739E"/>
    <w:rsid w:val="00D1246F"/>
    <w:rsid w:val="00D129C7"/>
    <w:rsid w:val="00D136CE"/>
    <w:rsid w:val="00D149F0"/>
    <w:rsid w:val="00D21F16"/>
    <w:rsid w:val="00D22A5A"/>
    <w:rsid w:val="00D235F4"/>
    <w:rsid w:val="00D238DB"/>
    <w:rsid w:val="00D239F1"/>
    <w:rsid w:val="00D23A6D"/>
    <w:rsid w:val="00D30765"/>
    <w:rsid w:val="00D3092E"/>
    <w:rsid w:val="00D31032"/>
    <w:rsid w:val="00D31974"/>
    <w:rsid w:val="00D32757"/>
    <w:rsid w:val="00D33BB8"/>
    <w:rsid w:val="00D34529"/>
    <w:rsid w:val="00D36224"/>
    <w:rsid w:val="00D36EE9"/>
    <w:rsid w:val="00D3742B"/>
    <w:rsid w:val="00D40C7B"/>
    <w:rsid w:val="00D423D3"/>
    <w:rsid w:val="00D44607"/>
    <w:rsid w:val="00D44BE4"/>
    <w:rsid w:val="00D47330"/>
    <w:rsid w:val="00D513B7"/>
    <w:rsid w:val="00D544E7"/>
    <w:rsid w:val="00D54F66"/>
    <w:rsid w:val="00D56D7B"/>
    <w:rsid w:val="00D57C8D"/>
    <w:rsid w:val="00D60C10"/>
    <w:rsid w:val="00D618F9"/>
    <w:rsid w:val="00D62953"/>
    <w:rsid w:val="00D62987"/>
    <w:rsid w:val="00D62F36"/>
    <w:rsid w:val="00D65179"/>
    <w:rsid w:val="00D65F2B"/>
    <w:rsid w:val="00D67426"/>
    <w:rsid w:val="00D679CC"/>
    <w:rsid w:val="00D7002E"/>
    <w:rsid w:val="00D70EB4"/>
    <w:rsid w:val="00D71987"/>
    <w:rsid w:val="00D720D4"/>
    <w:rsid w:val="00D7311B"/>
    <w:rsid w:val="00D739F3"/>
    <w:rsid w:val="00D74986"/>
    <w:rsid w:val="00D76370"/>
    <w:rsid w:val="00D77459"/>
    <w:rsid w:val="00D801DD"/>
    <w:rsid w:val="00D81719"/>
    <w:rsid w:val="00D87EFD"/>
    <w:rsid w:val="00D923DC"/>
    <w:rsid w:val="00D93BA1"/>
    <w:rsid w:val="00D93CBB"/>
    <w:rsid w:val="00D9451C"/>
    <w:rsid w:val="00D94546"/>
    <w:rsid w:val="00DA0098"/>
    <w:rsid w:val="00DA012C"/>
    <w:rsid w:val="00DA02CD"/>
    <w:rsid w:val="00DA0D24"/>
    <w:rsid w:val="00DA1B5D"/>
    <w:rsid w:val="00DB0331"/>
    <w:rsid w:val="00DB1CE9"/>
    <w:rsid w:val="00DB2700"/>
    <w:rsid w:val="00DB2DCB"/>
    <w:rsid w:val="00DB50C5"/>
    <w:rsid w:val="00DB597C"/>
    <w:rsid w:val="00DB683E"/>
    <w:rsid w:val="00DB7459"/>
    <w:rsid w:val="00DB7BD0"/>
    <w:rsid w:val="00DC4A0A"/>
    <w:rsid w:val="00DC5EDE"/>
    <w:rsid w:val="00DC6EAB"/>
    <w:rsid w:val="00DC7B22"/>
    <w:rsid w:val="00DD320C"/>
    <w:rsid w:val="00DD3735"/>
    <w:rsid w:val="00DD50E4"/>
    <w:rsid w:val="00DD7999"/>
    <w:rsid w:val="00DE2FD1"/>
    <w:rsid w:val="00DE38E0"/>
    <w:rsid w:val="00DE4C97"/>
    <w:rsid w:val="00DE4F7A"/>
    <w:rsid w:val="00DE7073"/>
    <w:rsid w:val="00DE7E17"/>
    <w:rsid w:val="00DF06BC"/>
    <w:rsid w:val="00DF08A8"/>
    <w:rsid w:val="00DF0C3B"/>
    <w:rsid w:val="00DF27B0"/>
    <w:rsid w:val="00DF382A"/>
    <w:rsid w:val="00DF38BF"/>
    <w:rsid w:val="00DF3E1C"/>
    <w:rsid w:val="00DF4D9B"/>
    <w:rsid w:val="00DF5CD5"/>
    <w:rsid w:val="00E00294"/>
    <w:rsid w:val="00E003AA"/>
    <w:rsid w:val="00E00FD5"/>
    <w:rsid w:val="00E01225"/>
    <w:rsid w:val="00E01862"/>
    <w:rsid w:val="00E020C0"/>
    <w:rsid w:val="00E0739F"/>
    <w:rsid w:val="00E075D3"/>
    <w:rsid w:val="00E10A6D"/>
    <w:rsid w:val="00E1192E"/>
    <w:rsid w:val="00E11B5E"/>
    <w:rsid w:val="00E11C37"/>
    <w:rsid w:val="00E12EC2"/>
    <w:rsid w:val="00E231CB"/>
    <w:rsid w:val="00E2349B"/>
    <w:rsid w:val="00E24ED7"/>
    <w:rsid w:val="00E26D1C"/>
    <w:rsid w:val="00E3442B"/>
    <w:rsid w:val="00E344B9"/>
    <w:rsid w:val="00E40795"/>
    <w:rsid w:val="00E41810"/>
    <w:rsid w:val="00E4417B"/>
    <w:rsid w:val="00E44D3E"/>
    <w:rsid w:val="00E45344"/>
    <w:rsid w:val="00E45431"/>
    <w:rsid w:val="00E469A2"/>
    <w:rsid w:val="00E522C0"/>
    <w:rsid w:val="00E525E5"/>
    <w:rsid w:val="00E568AD"/>
    <w:rsid w:val="00E57292"/>
    <w:rsid w:val="00E607B7"/>
    <w:rsid w:val="00E628A3"/>
    <w:rsid w:val="00E638A7"/>
    <w:rsid w:val="00E641E6"/>
    <w:rsid w:val="00E648AC"/>
    <w:rsid w:val="00E64C47"/>
    <w:rsid w:val="00E65D42"/>
    <w:rsid w:val="00E70557"/>
    <w:rsid w:val="00E72821"/>
    <w:rsid w:val="00E756B6"/>
    <w:rsid w:val="00E7639D"/>
    <w:rsid w:val="00E76719"/>
    <w:rsid w:val="00E76FAF"/>
    <w:rsid w:val="00E77493"/>
    <w:rsid w:val="00E77AE3"/>
    <w:rsid w:val="00E82A02"/>
    <w:rsid w:val="00E8372D"/>
    <w:rsid w:val="00E83951"/>
    <w:rsid w:val="00E857BE"/>
    <w:rsid w:val="00E85AF2"/>
    <w:rsid w:val="00E866FB"/>
    <w:rsid w:val="00E8727C"/>
    <w:rsid w:val="00E92D41"/>
    <w:rsid w:val="00E939C4"/>
    <w:rsid w:val="00E93E32"/>
    <w:rsid w:val="00E93E8F"/>
    <w:rsid w:val="00E9593B"/>
    <w:rsid w:val="00E97BB8"/>
    <w:rsid w:val="00EA1AC4"/>
    <w:rsid w:val="00EA1DAC"/>
    <w:rsid w:val="00EA3BC1"/>
    <w:rsid w:val="00EA3C12"/>
    <w:rsid w:val="00EA3D74"/>
    <w:rsid w:val="00EA3F5C"/>
    <w:rsid w:val="00EA45B5"/>
    <w:rsid w:val="00EA4691"/>
    <w:rsid w:val="00EA4AC2"/>
    <w:rsid w:val="00EA75AC"/>
    <w:rsid w:val="00EB07F5"/>
    <w:rsid w:val="00EB2530"/>
    <w:rsid w:val="00EB5926"/>
    <w:rsid w:val="00EB5CDA"/>
    <w:rsid w:val="00EB73E6"/>
    <w:rsid w:val="00EC0BF2"/>
    <w:rsid w:val="00EC0EC4"/>
    <w:rsid w:val="00EC225D"/>
    <w:rsid w:val="00EC28AA"/>
    <w:rsid w:val="00EC457F"/>
    <w:rsid w:val="00ED0FBD"/>
    <w:rsid w:val="00ED23A0"/>
    <w:rsid w:val="00ED3AE2"/>
    <w:rsid w:val="00ED4451"/>
    <w:rsid w:val="00ED527A"/>
    <w:rsid w:val="00EE073A"/>
    <w:rsid w:val="00EE220D"/>
    <w:rsid w:val="00EE30DE"/>
    <w:rsid w:val="00EE4C54"/>
    <w:rsid w:val="00EE7350"/>
    <w:rsid w:val="00EE792F"/>
    <w:rsid w:val="00EE79C8"/>
    <w:rsid w:val="00EE7FC0"/>
    <w:rsid w:val="00EF5168"/>
    <w:rsid w:val="00EF56BA"/>
    <w:rsid w:val="00EF5B1E"/>
    <w:rsid w:val="00EF6A27"/>
    <w:rsid w:val="00EF6DDC"/>
    <w:rsid w:val="00F003CA"/>
    <w:rsid w:val="00F03482"/>
    <w:rsid w:val="00F0676A"/>
    <w:rsid w:val="00F1260A"/>
    <w:rsid w:val="00F1321D"/>
    <w:rsid w:val="00F13507"/>
    <w:rsid w:val="00F142EE"/>
    <w:rsid w:val="00F14A57"/>
    <w:rsid w:val="00F1555C"/>
    <w:rsid w:val="00F15C22"/>
    <w:rsid w:val="00F200E5"/>
    <w:rsid w:val="00F217A3"/>
    <w:rsid w:val="00F22257"/>
    <w:rsid w:val="00F228E4"/>
    <w:rsid w:val="00F252FB"/>
    <w:rsid w:val="00F2689C"/>
    <w:rsid w:val="00F32F8A"/>
    <w:rsid w:val="00F3490F"/>
    <w:rsid w:val="00F36ED4"/>
    <w:rsid w:val="00F40067"/>
    <w:rsid w:val="00F4024D"/>
    <w:rsid w:val="00F4212A"/>
    <w:rsid w:val="00F451B4"/>
    <w:rsid w:val="00F45F95"/>
    <w:rsid w:val="00F46BB0"/>
    <w:rsid w:val="00F501EE"/>
    <w:rsid w:val="00F5434E"/>
    <w:rsid w:val="00F55D47"/>
    <w:rsid w:val="00F56169"/>
    <w:rsid w:val="00F564FC"/>
    <w:rsid w:val="00F601E2"/>
    <w:rsid w:val="00F60656"/>
    <w:rsid w:val="00F63423"/>
    <w:rsid w:val="00F64933"/>
    <w:rsid w:val="00F65F00"/>
    <w:rsid w:val="00F7109C"/>
    <w:rsid w:val="00F7124F"/>
    <w:rsid w:val="00F71AF5"/>
    <w:rsid w:val="00F81CFB"/>
    <w:rsid w:val="00F8310A"/>
    <w:rsid w:val="00F83950"/>
    <w:rsid w:val="00F84E3F"/>
    <w:rsid w:val="00F85BE3"/>
    <w:rsid w:val="00F91E3A"/>
    <w:rsid w:val="00F9709B"/>
    <w:rsid w:val="00FA02B9"/>
    <w:rsid w:val="00FA05C5"/>
    <w:rsid w:val="00FA30A1"/>
    <w:rsid w:val="00FA33A6"/>
    <w:rsid w:val="00FA469A"/>
    <w:rsid w:val="00FA5F00"/>
    <w:rsid w:val="00FA78E5"/>
    <w:rsid w:val="00FB13E4"/>
    <w:rsid w:val="00FB2CD0"/>
    <w:rsid w:val="00FB3D32"/>
    <w:rsid w:val="00FC1C60"/>
    <w:rsid w:val="00FC254B"/>
    <w:rsid w:val="00FC3536"/>
    <w:rsid w:val="00FC4A13"/>
    <w:rsid w:val="00FC58C1"/>
    <w:rsid w:val="00FC66F4"/>
    <w:rsid w:val="00FC7671"/>
    <w:rsid w:val="00FD0D92"/>
    <w:rsid w:val="00FD11B9"/>
    <w:rsid w:val="00FD17E7"/>
    <w:rsid w:val="00FD442B"/>
    <w:rsid w:val="00FD4F6B"/>
    <w:rsid w:val="00FD7BC6"/>
    <w:rsid w:val="00FE0F23"/>
    <w:rsid w:val="00FE11B2"/>
    <w:rsid w:val="00FE1348"/>
    <w:rsid w:val="00FE1400"/>
    <w:rsid w:val="00FE23DC"/>
    <w:rsid w:val="00FE25A5"/>
    <w:rsid w:val="00FE3D68"/>
    <w:rsid w:val="00FE4777"/>
    <w:rsid w:val="00FE6E7B"/>
    <w:rsid w:val="00FF23A0"/>
    <w:rsid w:val="00FF29DD"/>
    <w:rsid w:val="00FF3E68"/>
    <w:rsid w:val="00FF5243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3409"/>
    <o:shapelayout v:ext="edit">
      <o:idmap v:ext="edit" data="1"/>
    </o:shapelayout>
  </w:shapeDefaults>
  <w:decimalSymbol w:val="."/>
  <w:listSeparator w:val=","/>
  <w14:docId w14:val="11978819"/>
  <w15:docId w15:val="{85EDFB08-3694-4F71-AB7D-5119BA8D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5852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8529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10407-CB8B-4BCF-8924-5E3F2C6BD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Cathryn Ings</cp:lastModifiedBy>
  <cp:revision>4</cp:revision>
  <cp:lastPrinted>2018-10-24T11:24:00Z</cp:lastPrinted>
  <dcterms:created xsi:type="dcterms:W3CDTF">2019-09-24T14:34:00Z</dcterms:created>
  <dcterms:modified xsi:type="dcterms:W3CDTF">2019-09-26T10:50:00Z</dcterms:modified>
</cp:coreProperties>
</file>